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C7B93" w:rsidRDefault="00B659E1" w:rsidP="00B659E1">
      <w:pPr>
        <w:jc w:val="right"/>
        <w:rPr>
          <w:bCs/>
        </w:rPr>
      </w:pPr>
      <w:r w:rsidRPr="00CC7B93">
        <w:rPr>
          <w:bCs/>
        </w:rPr>
        <w:t>Reg.</w:t>
      </w:r>
      <w:r w:rsidR="00CC7B93">
        <w:rPr>
          <w:bCs/>
        </w:rPr>
        <w:t xml:space="preserve"> </w:t>
      </w:r>
      <w:r w:rsidRPr="00CC7B93">
        <w:rPr>
          <w:bCs/>
        </w:rPr>
        <w:t>No. _____________</w:t>
      </w:r>
    </w:p>
    <w:p w:rsidR="00B659E1" w:rsidRDefault="00D77E1B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67647">
        <w:tc>
          <w:tcPr>
            <w:tcW w:w="1616" w:type="dxa"/>
          </w:tcPr>
          <w:p w:rsidR="00B659E1" w:rsidRPr="00EC5686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EC5686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EC5686" w:rsidRDefault="00B659E1" w:rsidP="00867647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EC5686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67647">
        <w:tc>
          <w:tcPr>
            <w:tcW w:w="1616" w:type="dxa"/>
          </w:tcPr>
          <w:p w:rsidR="00B659E1" w:rsidRPr="00EC5686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  <w:r w:rsidRPr="00EC5686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EC5686" w:rsidRDefault="00FC4AFF" w:rsidP="00867647">
            <w:pPr>
              <w:pStyle w:val="Title"/>
              <w:jc w:val="left"/>
              <w:rPr>
                <w:b/>
                <w:lang w:val="en-US" w:eastAsia="en-US"/>
              </w:rPr>
            </w:pPr>
            <w:r w:rsidRPr="00EC5686">
              <w:rPr>
                <w:b/>
                <w:lang w:val="en-US" w:eastAsia="en-US"/>
              </w:rPr>
              <w:t>17PH2004</w:t>
            </w:r>
          </w:p>
        </w:tc>
        <w:tc>
          <w:tcPr>
            <w:tcW w:w="1890" w:type="dxa"/>
          </w:tcPr>
          <w:p w:rsidR="00B659E1" w:rsidRPr="00CC7B93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  <w:r w:rsidRPr="00CC7B93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EC5686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  <w:r w:rsidRPr="00EC5686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67647">
        <w:tc>
          <w:tcPr>
            <w:tcW w:w="1616" w:type="dxa"/>
          </w:tcPr>
          <w:p w:rsidR="00B659E1" w:rsidRPr="00EC5686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  <w:r w:rsidRPr="00EC5686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EC5686" w:rsidRDefault="00035821" w:rsidP="00867647">
            <w:pPr>
              <w:pStyle w:val="Title"/>
              <w:jc w:val="left"/>
              <w:rPr>
                <w:b/>
                <w:lang w:val="en-US" w:eastAsia="en-US"/>
              </w:rPr>
            </w:pPr>
            <w:r w:rsidRPr="00EC5686">
              <w:rPr>
                <w:b/>
                <w:lang w:val="en-US" w:eastAsia="en-US"/>
              </w:rPr>
              <w:t xml:space="preserve">SEMICONDUCTOR PHYSICS </w:t>
            </w:r>
            <w:r w:rsidR="00CC7B93">
              <w:rPr>
                <w:b/>
                <w:lang w:val="en-US" w:eastAsia="en-US"/>
              </w:rPr>
              <w:t xml:space="preserve">– </w:t>
            </w:r>
            <w:r w:rsidRPr="00EC5686">
              <w:rPr>
                <w:b/>
                <w:lang w:val="en-US" w:eastAsia="en-US"/>
              </w:rPr>
              <w:t>II</w:t>
            </w:r>
            <w:r w:rsidR="00CC7B93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1890" w:type="dxa"/>
          </w:tcPr>
          <w:p w:rsidR="00B659E1" w:rsidRPr="00CC7B93" w:rsidRDefault="00B659E1" w:rsidP="00CC7B93">
            <w:pPr>
              <w:pStyle w:val="Title"/>
              <w:jc w:val="left"/>
              <w:rPr>
                <w:b/>
                <w:lang w:val="en-US" w:eastAsia="en-US"/>
              </w:rPr>
            </w:pPr>
            <w:r w:rsidRPr="00CC7B93">
              <w:rPr>
                <w:b/>
                <w:lang w:val="en-US" w:eastAsia="en-US"/>
              </w:rPr>
              <w:t xml:space="preserve">Max. </w:t>
            </w:r>
            <w:r w:rsidR="00CC7B93">
              <w:rPr>
                <w:b/>
                <w:lang w:val="en-US" w:eastAsia="en-US"/>
              </w:rPr>
              <w:t>M</w:t>
            </w:r>
            <w:r w:rsidRPr="00CC7B93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EC5686" w:rsidRDefault="00B659E1" w:rsidP="00867647">
            <w:pPr>
              <w:pStyle w:val="Title"/>
              <w:jc w:val="left"/>
              <w:rPr>
                <w:b/>
                <w:lang w:val="en-US" w:eastAsia="en-US"/>
              </w:rPr>
            </w:pPr>
            <w:r w:rsidRPr="00EC5686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6764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6764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6764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6764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C7B93" w:rsidRPr="00EF5853" w:rsidRDefault="00CC7B93" w:rsidP="009E51A0">
            <w:r>
              <w:t xml:space="preserve">Define minority and majority carriers in a semiconductor. </w:t>
            </w:r>
          </w:p>
        </w:tc>
        <w:tc>
          <w:tcPr>
            <w:tcW w:w="1170" w:type="dxa"/>
            <w:shd w:val="clear" w:color="auto" w:fill="auto"/>
          </w:tcPr>
          <w:p w:rsidR="00CC7B93" w:rsidRPr="00875196" w:rsidRDefault="00CC7B93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C7B93" w:rsidRPr="005814FF" w:rsidRDefault="00CC7B93" w:rsidP="00867647">
            <w:pPr>
              <w:jc w:val="center"/>
            </w:pPr>
            <w:r>
              <w:t>3</w:t>
            </w: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7B93" w:rsidRPr="00EF5853" w:rsidRDefault="00CC7B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C7B93" w:rsidRDefault="00CC7B93" w:rsidP="00164D6E">
            <w:pPr>
              <w:jc w:val="both"/>
            </w:pPr>
            <w:r>
              <w:t>Discuss in detail forward and reverse characteristics of PN diode with neat circuit diagrams.</w:t>
            </w:r>
          </w:p>
        </w:tc>
        <w:tc>
          <w:tcPr>
            <w:tcW w:w="1170" w:type="dxa"/>
            <w:shd w:val="clear" w:color="auto" w:fill="auto"/>
          </w:tcPr>
          <w:p w:rsidR="00CC7B93" w:rsidRDefault="00CC7B93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C7B93" w:rsidRDefault="00CC7B93" w:rsidP="00867647">
            <w:pPr>
              <w:jc w:val="center"/>
            </w:pPr>
            <w:r>
              <w:t>17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C7B93" w:rsidRDefault="008C7BA2" w:rsidP="008C7BA2">
            <w:pPr>
              <w:jc w:val="center"/>
              <w:rPr>
                <w:b/>
              </w:rPr>
            </w:pPr>
            <w:r w:rsidRPr="00CC7B93">
              <w:rPr>
                <w:b/>
              </w:rPr>
              <w:t>(OR)</w:t>
            </w: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C7B93" w:rsidRPr="005D0AA6" w:rsidRDefault="00CC7B93" w:rsidP="00B12D3A">
            <w:pPr>
              <w:jc w:val="both"/>
            </w:pPr>
            <w:r w:rsidRPr="005D0AA6">
              <w:t>What is a rectifier?</w:t>
            </w:r>
            <w:r>
              <w:t xml:space="preserve">  List the applications of rectifier.</w:t>
            </w:r>
          </w:p>
        </w:tc>
        <w:tc>
          <w:tcPr>
            <w:tcW w:w="1170" w:type="dxa"/>
            <w:shd w:val="clear" w:color="auto" w:fill="auto"/>
          </w:tcPr>
          <w:p w:rsidR="00CC7B93" w:rsidRPr="00875196" w:rsidRDefault="00CC7B93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C7B93" w:rsidRPr="005814FF" w:rsidRDefault="00CC7B93" w:rsidP="00867647">
            <w:pPr>
              <w:jc w:val="center"/>
            </w:pPr>
            <w:r>
              <w:t>3</w:t>
            </w: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7B93" w:rsidRPr="00EF5853" w:rsidRDefault="00CC7B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C7B93" w:rsidRPr="005D0AA6" w:rsidRDefault="00CC7B93" w:rsidP="00035821">
            <w:pPr>
              <w:jc w:val="both"/>
            </w:pPr>
            <w:r w:rsidRPr="005D0AA6">
              <w:t>D</w:t>
            </w:r>
            <w:r>
              <w:t xml:space="preserve">iscuss </w:t>
            </w:r>
            <w:r w:rsidRPr="005D0AA6">
              <w:t>the action of half-wave and full wave rectifier with appropriate circuits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C7B93" w:rsidRDefault="00CC7B93" w:rsidP="00052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C7B93" w:rsidRDefault="00CC7B93" w:rsidP="00867647">
            <w:pPr>
              <w:jc w:val="center"/>
            </w:pPr>
            <w:r>
              <w:t>17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67647"/>
        </w:tc>
        <w:tc>
          <w:tcPr>
            <w:tcW w:w="1170" w:type="dxa"/>
            <w:shd w:val="clear" w:color="auto" w:fill="auto"/>
          </w:tcPr>
          <w:p w:rsidR="00D85619" w:rsidRPr="00875196" w:rsidRDefault="00D85619" w:rsidP="008676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6764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12D3A" w:rsidP="00035821">
            <w:pPr>
              <w:jc w:val="both"/>
            </w:pPr>
            <w:r>
              <w:t>Recall</w:t>
            </w:r>
            <w:r w:rsidR="00C02ECE">
              <w:t xml:space="preserve"> bipolar junction transistor</w:t>
            </w:r>
            <w:r w:rsidR="00035821">
              <w:t>.</w:t>
            </w:r>
            <w:r w:rsidR="00C02ECE">
              <w:t xml:space="preserve"> How are the terminals named? </w:t>
            </w:r>
            <w:r w:rsidR="00035821">
              <w:t>Explain</w:t>
            </w:r>
            <w:r w:rsidR="00164D6E">
              <w:t xml:space="preserve"> the circuit symbol and operation of different types of BJT.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237A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02ECE" w:rsidP="0086764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C7B93" w:rsidRDefault="008C7BA2" w:rsidP="008C7BA2">
            <w:pPr>
              <w:jc w:val="center"/>
              <w:rPr>
                <w:b/>
              </w:rPr>
            </w:pPr>
            <w:r w:rsidRPr="00CC7B9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55C80" w:rsidP="00CC7B93">
            <w:pPr>
              <w:jc w:val="both"/>
            </w:pPr>
            <w:r>
              <w:t xml:space="preserve">With the help of neat sketch and characteristic curves, explain the </w:t>
            </w:r>
            <w:r w:rsidR="00E95504">
              <w:t>construction and operation of JFET.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02ECE" w:rsidP="00052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237A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02ECE" w:rsidP="0086764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67647"/>
        </w:tc>
        <w:tc>
          <w:tcPr>
            <w:tcW w:w="1170" w:type="dxa"/>
            <w:shd w:val="clear" w:color="auto" w:fill="auto"/>
          </w:tcPr>
          <w:p w:rsidR="00D85619" w:rsidRPr="00875196" w:rsidRDefault="00D85619" w:rsidP="008676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67647">
            <w:pPr>
              <w:jc w:val="center"/>
            </w:pP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C7B93" w:rsidRPr="00EF5853" w:rsidRDefault="00CC7B93" w:rsidP="00164D6E">
            <w:r>
              <w:t>Draw an equivalent circuit of UJT.</w:t>
            </w:r>
          </w:p>
        </w:tc>
        <w:tc>
          <w:tcPr>
            <w:tcW w:w="1170" w:type="dxa"/>
            <w:shd w:val="clear" w:color="auto" w:fill="auto"/>
          </w:tcPr>
          <w:p w:rsidR="00CC7B93" w:rsidRPr="00875196" w:rsidRDefault="00CC7B93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C7B93" w:rsidRPr="005814FF" w:rsidRDefault="00CC7B93" w:rsidP="00867647">
            <w:pPr>
              <w:jc w:val="center"/>
            </w:pPr>
            <w:r>
              <w:t>3</w:t>
            </w: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7B93" w:rsidRPr="00EF5853" w:rsidRDefault="00CC7B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C7B93" w:rsidRPr="00EF5853" w:rsidRDefault="00CC7B93" w:rsidP="00CC7B93">
            <w:pPr>
              <w:jc w:val="both"/>
            </w:pPr>
            <w:r>
              <w:t>Recite thyristor and review the operation of (i) SCR (ii) DIAC and (iii) TRIAC</w:t>
            </w:r>
          </w:p>
        </w:tc>
        <w:tc>
          <w:tcPr>
            <w:tcW w:w="1170" w:type="dxa"/>
            <w:shd w:val="clear" w:color="auto" w:fill="auto"/>
          </w:tcPr>
          <w:p w:rsidR="00CC7B93" w:rsidRPr="00875196" w:rsidRDefault="00CC7B93" w:rsidP="00052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C7B93" w:rsidRPr="005814FF" w:rsidRDefault="00CC7B93" w:rsidP="00867647">
            <w:pPr>
              <w:jc w:val="center"/>
            </w:pPr>
            <w:r>
              <w:t>17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C7B93" w:rsidRDefault="008C7BA2" w:rsidP="008C7BA2">
            <w:pPr>
              <w:jc w:val="center"/>
              <w:rPr>
                <w:b/>
              </w:rPr>
            </w:pPr>
            <w:r w:rsidRPr="00CC7B93">
              <w:rPr>
                <w:b/>
              </w:rPr>
              <w:t>(OR)</w:t>
            </w: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C7B93" w:rsidRPr="00EF5853" w:rsidRDefault="00CC7B93" w:rsidP="00867647">
            <w:r>
              <w:t>Varactor diode is analogous to a parallel plate capacitor. Justify the statement.</w:t>
            </w:r>
          </w:p>
        </w:tc>
        <w:tc>
          <w:tcPr>
            <w:tcW w:w="1170" w:type="dxa"/>
            <w:shd w:val="clear" w:color="auto" w:fill="auto"/>
          </w:tcPr>
          <w:p w:rsidR="00CC7B93" w:rsidRPr="00875196" w:rsidRDefault="00CC7B93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C7B93" w:rsidRPr="005814FF" w:rsidRDefault="00CC7B93" w:rsidP="00867647">
            <w:pPr>
              <w:jc w:val="center"/>
            </w:pPr>
            <w:r>
              <w:t>3</w:t>
            </w:r>
          </w:p>
        </w:tc>
      </w:tr>
      <w:tr w:rsidR="00CC7B9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7B93" w:rsidRPr="00EF5853" w:rsidRDefault="00CC7B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7B93" w:rsidRPr="00EF5853" w:rsidRDefault="00CC7B9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C7B93" w:rsidRPr="00EF5853" w:rsidRDefault="00CC7B93" w:rsidP="008C2453">
            <w:r>
              <w:t>Demonstrate the working principle and I-V characteristics of tunnel diode.</w:t>
            </w:r>
          </w:p>
        </w:tc>
        <w:tc>
          <w:tcPr>
            <w:tcW w:w="1170" w:type="dxa"/>
            <w:shd w:val="clear" w:color="auto" w:fill="auto"/>
          </w:tcPr>
          <w:p w:rsidR="00CC7B93" w:rsidRPr="00875196" w:rsidRDefault="00CC7B93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C7B93" w:rsidRPr="005814FF" w:rsidRDefault="00CC7B93" w:rsidP="00867647">
            <w:pPr>
              <w:jc w:val="center"/>
            </w:pPr>
            <w:r>
              <w:t>17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67647"/>
        </w:tc>
        <w:tc>
          <w:tcPr>
            <w:tcW w:w="1170" w:type="dxa"/>
            <w:shd w:val="clear" w:color="auto" w:fill="auto"/>
          </w:tcPr>
          <w:p w:rsidR="00D85619" w:rsidRPr="00875196" w:rsidRDefault="00D85619" w:rsidP="008676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6764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3182" w:rsidP="00CC7B93">
            <w:pPr>
              <w:jc w:val="both"/>
            </w:pPr>
            <w:r>
              <w:t>Exp</w:t>
            </w:r>
            <w:r w:rsidR="00035821">
              <w:t>lain</w:t>
            </w:r>
            <w:r>
              <w:t xml:space="preserve"> with the help of relevant diagrams, the construction of an LED and its working. Also state the applications of LED.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237A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3182" w:rsidP="0086764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C7B93" w:rsidRDefault="008C7BA2" w:rsidP="008C7BA2">
            <w:pPr>
              <w:jc w:val="center"/>
              <w:rPr>
                <w:b/>
              </w:rPr>
            </w:pPr>
            <w:r w:rsidRPr="00CC7B9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4E8F" w:rsidP="003B71DD">
            <w:pPr>
              <w:jc w:val="both"/>
            </w:pPr>
            <w:r>
              <w:t xml:space="preserve">With suitable diagrams </w:t>
            </w:r>
            <w:r w:rsidR="00B12D3A">
              <w:t>paraphrase</w:t>
            </w:r>
            <w:r>
              <w:t xml:space="preserve"> the principle </w:t>
            </w:r>
            <w:r w:rsidR="00B12D3A">
              <w:t>and</w:t>
            </w:r>
            <w:r>
              <w:t xml:space="preserve"> operation of different types of liquid crystal display. Specify the advantages and disadvantages of LCD. </w:t>
            </w:r>
            <w:r w:rsidR="003B71DD">
              <w:t>Report</w:t>
            </w:r>
            <w:r>
              <w:t xml:space="preserve"> the relative advantages of LCD over LED?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237A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3182" w:rsidP="0086764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C7B93" w:rsidRDefault="00CC7B93" w:rsidP="00867647">
            <w:pPr>
              <w:rPr>
                <w:b/>
                <w:u w:val="single"/>
              </w:rPr>
            </w:pPr>
          </w:p>
          <w:p w:rsidR="008C7BA2" w:rsidRDefault="008C7BA2" w:rsidP="0086764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C7B93" w:rsidRPr="00875196" w:rsidRDefault="00CC7B93" w:rsidP="0086764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8676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86764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252C" w:rsidRDefault="0089252C" w:rsidP="00CC7B93">
            <w:pPr>
              <w:jc w:val="both"/>
            </w:pPr>
            <w:r>
              <w:t>Discuss in detail about the following Digital instruments and its applications</w:t>
            </w:r>
          </w:p>
          <w:p w:rsidR="0089252C" w:rsidRDefault="0089252C" w:rsidP="0089252C">
            <w:pPr>
              <w:numPr>
                <w:ilvl w:val="0"/>
                <w:numId w:val="6"/>
              </w:numPr>
            </w:pPr>
            <w:r>
              <w:t>Digital Multimeter and Voltmeter</w:t>
            </w:r>
            <w:r w:rsidR="00035821">
              <w:t>.</w:t>
            </w:r>
          </w:p>
          <w:p w:rsidR="0089252C" w:rsidRDefault="0089252C" w:rsidP="00C1640E">
            <w:pPr>
              <w:numPr>
                <w:ilvl w:val="0"/>
                <w:numId w:val="6"/>
              </w:numPr>
              <w:ind w:left="360" w:hanging="48"/>
            </w:pPr>
            <w:r>
              <w:t>Microprocessor</w:t>
            </w:r>
            <w:r w:rsidR="00035821">
              <w:t>.</w:t>
            </w:r>
          </w:p>
          <w:p w:rsidR="008C7BA2" w:rsidRPr="00EF5853" w:rsidRDefault="008C7BA2" w:rsidP="00867647"/>
        </w:tc>
        <w:tc>
          <w:tcPr>
            <w:tcW w:w="1170" w:type="dxa"/>
            <w:shd w:val="clear" w:color="auto" w:fill="auto"/>
          </w:tcPr>
          <w:p w:rsidR="008C7BA2" w:rsidRPr="00875196" w:rsidRDefault="0005237A" w:rsidP="00867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252C" w:rsidP="0086764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9A0" w:rsidRDefault="002A39A0" w:rsidP="00B659E1">
      <w:r>
        <w:separator/>
      </w:r>
    </w:p>
  </w:endnote>
  <w:endnote w:type="continuationSeparator" w:id="0">
    <w:p w:rsidR="002A39A0" w:rsidRDefault="002A39A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9A0" w:rsidRDefault="002A39A0" w:rsidP="00B659E1">
      <w:r>
        <w:separator/>
      </w:r>
    </w:p>
  </w:footnote>
  <w:footnote w:type="continuationSeparator" w:id="0">
    <w:p w:rsidR="002A39A0" w:rsidRDefault="002A39A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C7E80"/>
    <w:multiLevelType w:val="hybridMultilevel"/>
    <w:tmpl w:val="E5E2B566"/>
    <w:lvl w:ilvl="0" w:tplc="A6DE23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536C6"/>
    <w:multiLevelType w:val="hybridMultilevel"/>
    <w:tmpl w:val="232C9750"/>
    <w:lvl w:ilvl="0" w:tplc="88C2DB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DC2"/>
    <w:rsid w:val="0000691E"/>
    <w:rsid w:val="00013182"/>
    <w:rsid w:val="00023B9E"/>
    <w:rsid w:val="00035821"/>
    <w:rsid w:val="0005237A"/>
    <w:rsid w:val="00060CB9"/>
    <w:rsid w:val="00061821"/>
    <w:rsid w:val="000E180A"/>
    <w:rsid w:val="000E4455"/>
    <w:rsid w:val="000F3EFE"/>
    <w:rsid w:val="00164D6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39A0"/>
    <w:rsid w:val="002D09FF"/>
    <w:rsid w:val="002D7611"/>
    <w:rsid w:val="002D76BB"/>
    <w:rsid w:val="002E336A"/>
    <w:rsid w:val="002E552A"/>
    <w:rsid w:val="002F140D"/>
    <w:rsid w:val="00300DC2"/>
    <w:rsid w:val="00304757"/>
    <w:rsid w:val="003206DF"/>
    <w:rsid w:val="00323989"/>
    <w:rsid w:val="00324247"/>
    <w:rsid w:val="00380146"/>
    <w:rsid w:val="00381239"/>
    <w:rsid w:val="003855F1"/>
    <w:rsid w:val="003B14BC"/>
    <w:rsid w:val="003B1F06"/>
    <w:rsid w:val="003B71DD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2D1D"/>
    <w:rsid w:val="005133D7"/>
    <w:rsid w:val="005527A4"/>
    <w:rsid w:val="00552CF0"/>
    <w:rsid w:val="005814FF"/>
    <w:rsid w:val="00581B1F"/>
    <w:rsid w:val="0059663E"/>
    <w:rsid w:val="005D0AA6"/>
    <w:rsid w:val="005D0F4A"/>
    <w:rsid w:val="005D3355"/>
    <w:rsid w:val="005F011C"/>
    <w:rsid w:val="0062605C"/>
    <w:rsid w:val="0064710A"/>
    <w:rsid w:val="00670A67"/>
    <w:rsid w:val="00681B25"/>
    <w:rsid w:val="006B3D49"/>
    <w:rsid w:val="006C1D35"/>
    <w:rsid w:val="006C39BE"/>
    <w:rsid w:val="006C7354"/>
    <w:rsid w:val="00701B86"/>
    <w:rsid w:val="00714C68"/>
    <w:rsid w:val="00715862"/>
    <w:rsid w:val="00725A0A"/>
    <w:rsid w:val="007326F6"/>
    <w:rsid w:val="00776747"/>
    <w:rsid w:val="00802202"/>
    <w:rsid w:val="00806A39"/>
    <w:rsid w:val="00814615"/>
    <w:rsid w:val="0081627E"/>
    <w:rsid w:val="00867647"/>
    <w:rsid w:val="00875196"/>
    <w:rsid w:val="0088784C"/>
    <w:rsid w:val="00890A49"/>
    <w:rsid w:val="0089252C"/>
    <w:rsid w:val="008A56BE"/>
    <w:rsid w:val="008A6193"/>
    <w:rsid w:val="008B0703"/>
    <w:rsid w:val="008C2453"/>
    <w:rsid w:val="008C7BA2"/>
    <w:rsid w:val="008E77D4"/>
    <w:rsid w:val="0090362A"/>
    <w:rsid w:val="00904D12"/>
    <w:rsid w:val="00911266"/>
    <w:rsid w:val="009415AB"/>
    <w:rsid w:val="00942884"/>
    <w:rsid w:val="0095679B"/>
    <w:rsid w:val="00963CB5"/>
    <w:rsid w:val="009973E3"/>
    <w:rsid w:val="009B53DD"/>
    <w:rsid w:val="009C5A1D"/>
    <w:rsid w:val="009E09A3"/>
    <w:rsid w:val="009E51A0"/>
    <w:rsid w:val="00A47E2A"/>
    <w:rsid w:val="00AA36FF"/>
    <w:rsid w:val="00AA3F2E"/>
    <w:rsid w:val="00AA5E39"/>
    <w:rsid w:val="00AA6B40"/>
    <w:rsid w:val="00AE264C"/>
    <w:rsid w:val="00AE6A44"/>
    <w:rsid w:val="00B009B1"/>
    <w:rsid w:val="00B12D3A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2ECE"/>
    <w:rsid w:val="00C1640E"/>
    <w:rsid w:val="00C33FFF"/>
    <w:rsid w:val="00C3743D"/>
    <w:rsid w:val="00C3797B"/>
    <w:rsid w:val="00C60C6A"/>
    <w:rsid w:val="00C71847"/>
    <w:rsid w:val="00C81140"/>
    <w:rsid w:val="00C95F18"/>
    <w:rsid w:val="00CB2395"/>
    <w:rsid w:val="00CB7A50"/>
    <w:rsid w:val="00CC7B93"/>
    <w:rsid w:val="00CD31A5"/>
    <w:rsid w:val="00CE1825"/>
    <w:rsid w:val="00CE5503"/>
    <w:rsid w:val="00D0319F"/>
    <w:rsid w:val="00D3698C"/>
    <w:rsid w:val="00D62341"/>
    <w:rsid w:val="00D64FF9"/>
    <w:rsid w:val="00D67397"/>
    <w:rsid w:val="00D77E1B"/>
    <w:rsid w:val="00D805C4"/>
    <w:rsid w:val="00D85619"/>
    <w:rsid w:val="00D94D54"/>
    <w:rsid w:val="00DB38C1"/>
    <w:rsid w:val="00DE0497"/>
    <w:rsid w:val="00E22D22"/>
    <w:rsid w:val="00E44059"/>
    <w:rsid w:val="00E54572"/>
    <w:rsid w:val="00E55C80"/>
    <w:rsid w:val="00E5735F"/>
    <w:rsid w:val="00E577A9"/>
    <w:rsid w:val="00E70A47"/>
    <w:rsid w:val="00E74E8F"/>
    <w:rsid w:val="00E824B7"/>
    <w:rsid w:val="00E95504"/>
    <w:rsid w:val="00EA063A"/>
    <w:rsid w:val="00EB0EE0"/>
    <w:rsid w:val="00EB26EF"/>
    <w:rsid w:val="00EC4E7A"/>
    <w:rsid w:val="00EC5686"/>
    <w:rsid w:val="00F04AD4"/>
    <w:rsid w:val="00F11EDB"/>
    <w:rsid w:val="00F162EA"/>
    <w:rsid w:val="00F208C0"/>
    <w:rsid w:val="00F266A7"/>
    <w:rsid w:val="00F32118"/>
    <w:rsid w:val="00F55D6F"/>
    <w:rsid w:val="00FC4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lassical%20Mech\19-20%20odd%20sem%20QP\Nan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0CE0-936C-4F7A-8943-E4A990EC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Nano</Template>
  <TotalTime>0</TotalTime>
  <Pages>1</Pages>
  <Words>310</Words>
  <Characters>1450</Characters>
  <Application>Microsoft Office Word</Application>
  <DocSecurity>0</DocSecurity>
  <Lines>161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staff</cp:lastModifiedBy>
  <cp:revision>2</cp:revision>
  <cp:lastPrinted>2018-02-03T04:50:00Z</cp:lastPrinted>
  <dcterms:created xsi:type="dcterms:W3CDTF">2019-12-17T09:26:00Z</dcterms:created>
  <dcterms:modified xsi:type="dcterms:W3CDTF">2019-12-17T09:26:00Z</dcterms:modified>
</cp:coreProperties>
</file>