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3E4E6D" w:rsidRDefault="00874F8C" w:rsidP="003E4E6D">
      <w:pPr>
        <w:jc w:val="right"/>
        <w:rPr>
          <w:bCs/>
        </w:rPr>
      </w:pPr>
      <w:r w:rsidRPr="003E4E6D">
        <w:rPr>
          <w:bCs/>
        </w:rPr>
        <w:t>Reg.</w:t>
      </w:r>
      <w:r w:rsidR="003E4E6D">
        <w:rPr>
          <w:bCs/>
        </w:rPr>
        <w:t xml:space="preserve"> </w:t>
      </w:r>
      <w:r w:rsidRPr="003E4E6D">
        <w:rPr>
          <w:bCs/>
        </w:rPr>
        <w:t>No. _____________</w:t>
      </w:r>
    </w:p>
    <w:p w:rsidR="00B34088" w:rsidRPr="00E824B7" w:rsidRDefault="00350199" w:rsidP="00FC0D9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3E4E6D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3E4E6D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85676C" w:rsidRDefault="0019020D" w:rsidP="00FC0D91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19020D" w:rsidRPr="0085676C" w:rsidRDefault="0019020D" w:rsidP="00FC0D91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85676C" w:rsidRDefault="0019020D" w:rsidP="00FC0D91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85676C" w:rsidRDefault="0019020D" w:rsidP="00FC0D91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85676C" w:rsidRDefault="0019020D" w:rsidP="00FC0D91">
            <w:pPr>
              <w:pStyle w:val="Title"/>
              <w:jc w:val="left"/>
              <w:rPr>
                <w:b/>
                <w:lang w:val="en-US" w:eastAsia="en-US"/>
              </w:rPr>
            </w:pPr>
            <w:r w:rsidRPr="0085676C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85676C" w:rsidRDefault="0075536F" w:rsidP="00FC0D91">
            <w:pPr>
              <w:pStyle w:val="Title"/>
              <w:jc w:val="left"/>
              <w:rPr>
                <w:b/>
                <w:lang w:val="en-US" w:eastAsia="en-US"/>
              </w:rPr>
            </w:pPr>
            <w:r w:rsidRPr="0085676C">
              <w:rPr>
                <w:b/>
                <w:lang w:val="en-US" w:eastAsia="en-US"/>
              </w:rPr>
              <w:t>1</w:t>
            </w:r>
            <w:r w:rsidR="009B651B" w:rsidRPr="0085676C">
              <w:rPr>
                <w:b/>
                <w:lang w:val="en-US" w:eastAsia="en-US"/>
              </w:rPr>
              <w:t>7</w:t>
            </w:r>
            <w:r w:rsidRPr="0085676C">
              <w:rPr>
                <w:b/>
                <w:lang w:val="en-US" w:eastAsia="en-US"/>
              </w:rPr>
              <w:t>AG100</w:t>
            </w:r>
            <w:r w:rsidR="009B651B" w:rsidRPr="0085676C">
              <w:rPr>
                <w:b/>
                <w:lang w:val="en-US" w:eastAsia="en-US"/>
              </w:rPr>
              <w:t>5</w:t>
            </w:r>
          </w:p>
        </w:tc>
        <w:tc>
          <w:tcPr>
            <w:tcW w:w="1890" w:type="dxa"/>
          </w:tcPr>
          <w:p w:rsidR="0019020D" w:rsidRPr="0085676C" w:rsidRDefault="0019020D" w:rsidP="00FC0D91">
            <w:pPr>
              <w:pStyle w:val="Title"/>
              <w:jc w:val="left"/>
              <w:rPr>
                <w:b/>
                <w:lang w:val="en-US" w:eastAsia="en-US"/>
              </w:rPr>
            </w:pPr>
            <w:r w:rsidRPr="0085676C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85676C" w:rsidRDefault="0019020D" w:rsidP="00FC0D91">
            <w:pPr>
              <w:pStyle w:val="Title"/>
              <w:jc w:val="left"/>
              <w:rPr>
                <w:b/>
                <w:lang w:val="en-US" w:eastAsia="en-US"/>
              </w:rPr>
            </w:pPr>
            <w:r w:rsidRPr="0085676C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85676C" w:rsidRDefault="0019020D" w:rsidP="00FC0D91">
            <w:pPr>
              <w:pStyle w:val="Title"/>
              <w:jc w:val="left"/>
              <w:rPr>
                <w:b/>
                <w:lang w:val="en-US" w:eastAsia="en-US"/>
              </w:rPr>
            </w:pPr>
            <w:r w:rsidRPr="0085676C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85676C" w:rsidRDefault="0075536F" w:rsidP="00FC0D91">
            <w:pPr>
              <w:pStyle w:val="Title"/>
              <w:jc w:val="left"/>
              <w:rPr>
                <w:b/>
                <w:lang w:val="en-US" w:eastAsia="en-US"/>
              </w:rPr>
            </w:pPr>
            <w:r w:rsidRPr="0085676C">
              <w:rPr>
                <w:b/>
                <w:szCs w:val="24"/>
                <w:lang w:val="en-US" w:eastAsia="en-US"/>
              </w:rPr>
              <w:t>IRRIGATION WATER MANAGEMENT</w:t>
            </w:r>
            <w:r w:rsidR="0019020D" w:rsidRPr="0085676C">
              <w:rPr>
                <w:b/>
                <w:lang w:val="en-US" w:eastAsia="en-US"/>
              </w:rPr>
              <w:t xml:space="preserve"> </w:t>
            </w:r>
          </w:p>
        </w:tc>
        <w:tc>
          <w:tcPr>
            <w:tcW w:w="1890" w:type="dxa"/>
          </w:tcPr>
          <w:p w:rsidR="0019020D" w:rsidRPr="0085676C" w:rsidRDefault="0019020D" w:rsidP="003E4E6D">
            <w:pPr>
              <w:pStyle w:val="Title"/>
              <w:jc w:val="left"/>
              <w:rPr>
                <w:b/>
                <w:lang w:val="en-US" w:eastAsia="en-US"/>
              </w:rPr>
            </w:pPr>
            <w:r w:rsidRPr="0085676C">
              <w:rPr>
                <w:b/>
                <w:lang w:val="en-US" w:eastAsia="en-US"/>
              </w:rPr>
              <w:t xml:space="preserve">Max. </w:t>
            </w:r>
            <w:r w:rsidR="003E4E6D">
              <w:rPr>
                <w:b/>
                <w:lang w:val="en-US" w:eastAsia="en-US"/>
              </w:rPr>
              <w:t>M</w:t>
            </w:r>
            <w:r w:rsidRPr="0085676C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85676C" w:rsidRDefault="0019020D" w:rsidP="00FC0D91">
            <w:pPr>
              <w:pStyle w:val="Title"/>
              <w:jc w:val="left"/>
              <w:rPr>
                <w:b/>
                <w:lang w:val="en-US" w:eastAsia="en-US"/>
              </w:rPr>
            </w:pPr>
            <w:r w:rsidRPr="0085676C">
              <w:rPr>
                <w:b/>
                <w:lang w:val="en-US" w:eastAsia="en-US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5"/>
        <w:gridCol w:w="7901"/>
        <w:gridCol w:w="1150"/>
        <w:gridCol w:w="897"/>
      </w:tblGrid>
      <w:tr w:rsidR="00B91EEB" w:rsidRPr="00284E30" w:rsidTr="005867E3">
        <w:tc>
          <w:tcPr>
            <w:tcW w:w="344" w:type="pct"/>
            <w:shd w:val="clear" w:color="auto" w:fill="auto"/>
            <w:vAlign w:val="center"/>
          </w:tcPr>
          <w:p w:rsidR="00165EC3" w:rsidRPr="00284E30" w:rsidRDefault="00165EC3" w:rsidP="009A5E89">
            <w:pPr>
              <w:jc w:val="center"/>
              <w:rPr>
                <w:b/>
              </w:rPr>
            </w:pPr>
            <w:r w:rsidRPr="00284E30">
              <w:rPr>
                <w:b/>
              </w:rPr>
              <w:t>Q. No.</w:t>
            </w:r>
          </w:p>
        </w:tc>
        <w:tc>
          <w:tcPr>
            <w:tcW w:w="3698" w:type="pct"/>
            <w:shd w:val="clear" w:color="auto" w:fill="auto"/>
            <w:vAlign w:val="center"/>
          </w:tcPr>
          <w:p w:rsidR="00165EC3" w:rsidRPr="00284E30" w:rsidRDefault="00165EC3" w:rsidP="009A5E89">
            <w:pPr>
              <w:jc w:val="center"/>
              <w:rPr>
                <w:b/>
              </w:rPr>
            </w:pPr>
            <w:r w:rsidRPr="00284E30">
              <w:rPr>
                <w:b/>
              </w:rPr>
              <w:t>Questions</w:t>
            </w:r>
          </w:p>
        </w:tc>
        <w:tc>
          <w:tcPr>
            <w:tcW w:w="538" w:type="pct"/>
            <w:shd w:val="clear" w:color="auto" w:fill="auto"/>
          </w:tcPr>
          <w:p w:rsidR="00165EC3" w:rsidRPr="00284E30" w:rsidRDefault="00165EC3" w:rsidP="009A5E89">
            <w:pPr>
              <w:jc w:val="center"/>
              <w:rPr>
                <w:b/>
              </w:rPr>
            </w:pPr>
            <w:r w:rsidRPr="00284E30">
              <w:rPr>
                <w:b/>
              </w:rPr>
              <w:t>Course Outcome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165EC3" w:rsidRPr="00284E30" w:rsidRDefault="00165EC3" w:rsidP="009A5E89">
            <w:pPr>
              <w:jc w:val="center"/>
              <w:rPr>
                <w:b/>
              </w:rPr>
            </w:pPr>
            <w:r w:rsidRPr="00284E30">
              <w:rPr>
                <w:b/>
              </w:rPr>
              <w:t>Marks</w:t>
            </w:r>
          </w:p>
        </w:tc>
      </w:tr>
      <w:tr w:rsidR="006109AB" w:rsidRPr="00284E30" w:rsidTr="006109AB">
        <w:tc>
          <w:tcPr>
            <w:tcW w:w="5000" w:type="pct"/>
            <w:gridSpan w:val="4"/>
            <w:shd w:val="clear" w:color="auto" w:fill="auto"/>
          </w:tcPr>
          <w:p w:rsidR="00A27CD6" w:rsidRPr="00284E30" w:rsidRDefault="00A27CD6" w:rsidP="009A5E89">
            <w:pPr>
              <w:jc w:val="center"/>
              <w:rPr>
                <w:b/>
              </w:rPr>
            </w:pPr>
          </w:p>
          <w:p w:rsidR="006109AB" w:rsidRPr="00284E30" w:rsidRDefault="006109AB" w:rsidP="009A5E89">
            <w:pPr>
              <w:jc w:val="center"/>
              <w:rPr>
                <w:b/>
                <w:u w:val="single"/>
              </w:rPr>
            </w:pPr>
            <w:r w:rsidRPr="00284E30">
              <w:rPr>
                <w:b/>
                <w:u w:val="single"/>
              </w:rPr>
              <w:t>PART – A (20 X 1 = 20 MARKS)</w:t>
            </w:r>
          </w:p>
          <w:p w:rsidR="006109AB" w:rsidRPr="00284E30" w:rsidRDefault="006109AB" w:rsidP="009A5E89">
            <w:pPr>
              <w:jc w:val="center"/>
              <w:rPr>
                <w:b/>
              </w:rPr>
            </w:pP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E32F5A" w:rsidP="0024672D">
            <w:pPr>
              <w:jc w:val="both"/>
            </w:pPr>
            <w:r w:rsidRPr="00284E30">
              <w:t>What is mean</w:t>
            </w:r>
            <w:r w:rsidR="008A3B47" w:rsidRPr="00284E30">
              <w:t>t</w:t>
            </w:r>
            <w:r w:rsidRPr="00284E30">
              <w:t xml:space="preserve"> by vapor movement of water into the soil</w:t>
            </w:r>
            <w:r w:rsidR="008A3B47" w:rsidRPr="00284E30">
              <w:t>?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CO1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2.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D138C9" w:rsidP="0024672D">
            <w:pPr>
              <w:jc w:val="both"/>
            </w:pPr>
            <w:r w:rsidRPr="00284E30">
              <w:t xml:space="preserve">1 </w:t>
            </w:r>
            <w:r w:rsidR="00E32F5A" w:rsidRPr="00284E30">
              <w:t>m</w:t>
            </w:r>
            <w:r w:rsidR="00E32F5A" w:rsidRPr="00284E30">
              <w:rPr>
                <w:vertAlign w:val="superscript"/>
              </w:rPr>
              <w:t>3</w:t>
            </w:r>
            <w:r w:rsidR="00E32F5A" w:rsidRPr="00284E30">
              <w:t xml:space="preserve"> = ___</w:t>
            </w:r>
            <w:r w:rsidR="005C5029">
              <w:t>___</w:t>
            </w:r>
            <w:r w:rsidR="00E32F5A" w:rsidRPr="00284E30">
              <w:t>___ of</w:t>
            </w:r>
            <w:r w:rsidR="008A3B47" w:rsidRPr="00284E30">
              <w:t xml:space="preserve"> </w:t>
            </w:r>
            <w:r w:rsidR="00E32F5A" w:rsidRPr="00284E30">
              <w:t xml:space="preserve"> </w:t>
            </w:r>
            <w:r w:rsidRPr="00284E30">
              <w:t>lit of</w:t>
            </w:r>
            <w:r w:rsidR="008A3B47" w:rsidRPr="00284E30">
              <w:t xml:space="preserve"> </w:t>
            </w:r>
            <w:r w:rsidR="00E32F5A" w:rsidRPr="00284E30">
              <w:t>water</w:t>
            </w:r>
            <w:r w:rsidR="008A3B47" w:rsidRPr="00284E30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CO1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3.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E32F5A" w:rsidP="0024672D">
            <w:pPr>
              <w:jc w:val="both"/>
            </w:pPr>
            <w:r w:rsidRPr="00284E30">
              <w:t>The lateral movement of water i</w:t>
            </w:r>
            <w:r w:rsidR="008A3B47" w:rsidRPr="00284E30">
              <w:t>n</w:t>
            </w:r>
            <w:r w:rsidRPr="00284E30">
              <w:t xml:space="preserve"> soil </w:t>
            </w:r>
            <w:r w:rsidR="008A3B47" w:rsidRPr="00284E30">
              <w:t>i</w:t>
            </w:r>
            <w:r w:rsidRPr="00284E30">
              <w:t>s _</w:t>
            </w:r>
            <w:r w:rsidR="005C5029">
              <w:t>_____</w:t>
            </w:r>
            <w:r w:rsidRPr="00284E30">
              <w:t>____</w:t>
            </w:r>
            <w:r w:rsidR="008A3B47" w:rsidRPr="00284E30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CO1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4.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E32F5A" w:rsidP="0024672D">
            <w:pPr>
              <w:jc w:val="both"/>
            </w:pPr>
            <w:r w:rsidRPr="00284E30">
              <w:t>Average rainfall of India is ___</w:t>
            </w:r>
            <w:r w:rsidR="005C5029">
              <w:t>____</w:t>
            </w:r>
            <w:r w:rsidRPr="00284E30">
              <w:t>___ mm</w:t>
            </w:r>
            <w:r w:rsidR="008A3B47" w:rsidRPr="00284E30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CO1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5.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2F265D" w:rsidP="0024672D">
            <w:pPr>
              <w:jc w:val="both"/>
            </w:pPr>
            <w:r w:rsidRPr="00284E30">
              <w:t>How to calculate actual ET</w:t>
            </w:r>
            <w:r w:rsidR="00E32F5A" w:rsidRPr="00284E30">
              <w:t xml:space="preserve">  </w:t>
            </w:r>
            <w:r w:rsidR="008A3B47" w:rsidRPr="00284E30">
              <w:t>?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CO3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6.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E32F5A" w:rsidP="0024672D">
            <w:pPr>
              <w:jc w:val="both"/>
            </w:pPr>
            <w:r w:rsidRPr="00284E30">
              <w:t xml:space="preserve">Drum culture techniques </w:t>
            </w:r>
            <w:r w:rsidR="008A3B47" w:rsidRPr="00284E30">
              <w:t xml:space="preserve">is </w:t>
            </w:r>
            <w:r w:rsidRPr="00284E30">
              <w:t>mainly used for ___</w:t>
            </w:r>
            <w:r w:rsidR="005C5029">
              <w:t>_____</w:t>
            </w:r>
            <w:r w:rsidRPr="00284E30">
              <w:t>__</w:t>
            </w:r>
            <w:r w:rsidR="008A3B47" w:rsidRPr="00284E30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CO1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7.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E32F5A" w:rsidP="0024672D">
            <w:pPr>
              <w:jc w:val="both"/>
            </w:pPr>
            <w:r w:rsidRPr="00284E30">
              <w:t xml:space="preserve">Name the indirect method of estimation of </w:t>
            </w:r>
            <w:r w:rsidR="002F265D" w:rsidRPr="00284E30">
              <w:t>ET</w:t>
            </w:r>
            <w:r w:rsidR="008A3B47" w:rsidRPr="00284E30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CO1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8.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8A3B47" w:rsidP="0024672D">
            <w:pPr>
              <w:jc w:val="both"/>
            </w:pPr>
            <w:r w:rsidRPr="00284E30">
              <w:t>Write the f</w:t>
            </w:r>
            <w:r w:rsidR="00E32F5A" w:rsidRPr="00284E30">
              <w:t xml:space="preserve">ormula to calculate </w:t>
            </w:r>
            <w:r w:rsidR="002F265D" w:rsidRPr="00284E30">
              <w:t>NWR</w:t>
            </w:r>
            <w:r w:rsidRPr="00284E30">
              <w:t>.</w:t>
            </w:r>
            <w:r w:rsidR="00E32F5A" w:rsidRPr="00284E30">
              <w:t xml:space="preserve"> 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CO2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9.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8A3B47" w:rsidP="0024672D">
            <w:pPr>
              <w:jc w:val="both"/>
            </w:pPr>
            <w:r w:rsidRPr="00284E30">
              <w:t>Write the c</w:t>
            </w:r>
            <w:r w:rsidR="00E32F5A" w:rsidRPr="00284E30">
              <w:t>ritical stages for irrigation for sunflower crop</w:t>
            </w:r>
            <w:r w:rsidRPr="00284E30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CO2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10.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E32F5A" w:rsidP="0024672D">
            <w:pPr>
              <w:jc w:val="both"/>
            </w:pPr>
            <w:r w:rsidRPr="00284E30">
              <w:t>Water requirement for cotton is _</w:t>
            </w:r>
            <w:r w:rsidR="005C5029">
              <w:t>_______</w:t>
            </w:r>
            <w:r w:rsidRPr="00284E30">
              <w:t>__</w:t>
            </w:r>
            <w:r w:rsidR="008A3B47" w:rsidRPr="00284E30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CO1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11.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E32F5A" w:rsidP="0024672D">
            <w:pPr>
              <w:jc w:val="both"/>
            </w:pPr>
            <w:r w:rsidRPr="00284E30">
              <w:t xml:space="preserve">Why </w:t>
            </w:r>
            <w:r w:rsidR="002F265D" w:rsidRPr="00284E30">
              <w:t>SAR is need</w:t>
            </w:r>
            <w:r w:rsidR="008A3B47" w:rsidRPr="00284E30">
              <w:t>ed</w:t>
            </w:r>
            <w:r w:rsidR="002F265D" w:rsidRPr="00284E30">
              <w:t xml:space="preserve"> for irrigation water quality assessment</w:t>
            </w:r>
            <w:r w:rsidR="008A3B47" w:rsidRPr="00284E30">
              <w:t>?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CO2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12.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E32F5A" w:rsidP="0024672D">
            <w:pPr>
              <w:jc w:val="both"/>
            </w:pPr>
            <w:r w:rsidRPr="00284E30">
              <w:t>Write the formula for water application efficiency</w:t>
            </w:r>
            <w:r w:rsidR="008A3B47" w:rsidRPr="00284E30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CO3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13.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8A3B47" w:rsidP="0024672D">
            <w:pPr>
              <w:jc w:val="both"/>
            </w:pPr>
            <w:r w:rsidRPr="00284E30">
              <w:t>State the d</w:t>
            </w:r>
            <w:r w:rsidR="00E32F5A" w:rsidRPr="00284E30">
              <w:t>ifference between rainfall and effective rainfall</w:t>
            </w:r>
            <w:r w:rsidRPr="00284E30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CO3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14.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8A3B47" w:rsidP="0024672D">
            <w:pPr>
              <w:jc w:val="both"/>
            </w:pPr>
            <w:r w:rsidRPr="00284E30">
              <w:t>State the d</w:t>
            </w:r>
            <w:r w:rsidR="00E32F5A" w:rsidRPr="00284E30">
              <w:t>ifference between irrigation and fertigation</w:t>
            </w:r>
            <w:r w:rsidRPr="00284E30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CO2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15.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E32F5A" w:rsidP="0024672D">
            <w:pPr>
              <w:jc w:val="both"/>
            </w:pPr>
            <w:r w:rsidRPr="00284E30">
              <w:t>Expand the term Kc</w:t>
            </w:r>
            <w:r w:rsidR="008A3B47" w:rsidRPr="00284E30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CO1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16.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E32F5A" w:rsidP="0024672D">
            <w:pPr>
              <w:jc w:val="both"/>
            </w:pPr>
            <w:r w:rsidRPr="00284E30">
              <w:t>Name any two advantages of sprinkler method of irrigation</w:t>
            </w:r>
            <w:r w:rsidR="008A3B47" w:rsidRPr="00284E30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CO2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17.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E32F5A" w:rsidP="0024672D">
            <w:pPr>
              <w:jc w:val="both"/>
            </w:pPr>
            <w:r w:rsidRPr="00284E30">
              <w:t xml:space="preserve">Suitability of irrigation water </w:t>
            </w:r>
            <w:r w:rsidR="008A3B47" w:rsidRPr="00284E30">
              <w:t xml:space="preserve">is </w:t>
            </w:r>
            <w:r w:rsidRPr="00284E30">
              <w:t>based on __</w:t>
            </w:r>
            <w:r w:rsidR="005C5029">
              <w:t>______</w:t>
            </w:r>
            <w:r w:rsidRPr="00284E30">
              <w:t>___</w:t>
            </w:r>
            <w:r w:rsidR="008A3B47" w:rsidRPr="00284E30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CO3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18.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8A3B47" w:rsidP="0024672D">
            <w:pPr>
              <w:jc w:val="both"/>
            </w:pPr>
            <w:r w:rsidRPr="00284E30">
              <w:t xml:space="preserve">The </w:t>
            </w:r>
            <w:r w:rsidR="00E32F5A" w:rsidRPr="00284E30">
              <w:t xml:space="preserve">Father of drip irrigation </w:t>
            </w:r>
            <w:r w:rsidRPr="00284E30">
              <w:t xml:space="preserve">is </w:t>
            </w:r>
            <w:r w:rsidR="00E32F5A" w:rsidRPr="00284E30">
              <w:t>___</w:t>
            </w:r>
            <w:r w:rsidR="005C5029">
              <w:t>______</w:t>
            </w:r>
            <w:r w:rsidR="00E32F5A" w:rsidRPr="00284E30">
              <w:t>__</w:t>
            </w:r>
            <w:r w:rsidR="005C5029">
              <w:t>.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CO1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19.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E32F5A" w:rsidP="0024672D">
            <w:pPr>
              <w:jc w:val="both"/>
            </w:pPr>
            <w:r w:rsidRPr="00284E30">
              <w:t>What is the difference between ET and ETo</w:t>
            </w:r>
            <w:r w:rsidR="008A3B47" w:rsidRPr="00284E30">
              <w:t>?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CO1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  <w:tr w:rsidR="00E32F5A" w:rsidRPr="00284E30" w:rsidTr="005867E3">
        <w:tc>
          <w:tcPr>
            <w:tcW w:w="344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20.</w:t>
            </w:r>
          </w:p>
        </w:tc>
        <w:tc>
          <w:tcPr>
            <w:tcW w:w="3698" w:type="pct"/>
            <w:shd w:val="clear" w:color="auto" w:fill="auto"/>
          </w:tcPr>
          <w:p w:rsidR="00E32F5A" w:rsidRPr="00284E30" w:rsidRDefault="00E32F5A" w:rsidP="0024672D">
            <w:pPr>
              <w:jc w:val="both"/>
            </w:pPr>
            <w:r w:rsidRPr="00284E30">
              <w:t>What is FCWUE</w:t>
            </w:r>
            <w:r w:rsidR="008A3B47" w:rsidRPr="00284E30">
              <w:t>?</w:t>
            </w:r>
          </w:p>
        </w:tc>
        <w:tc>
          <w:tcPr>
            <w:tcW w:w="538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CO2</w:t>
            </w:r>
          </w:p>
        </w:tc>
        <w:tc>
          <w:tcPr>
            <w:tcW w:w="419" w:type="pct"/>
            <w:shd w:val="clear" w:color="auto" w:fill="auto"/>
          </w:tcPr>
          <w:p w:rsidR="00E32F5A" w:rsidRPr="00284E30" w:rsidRDefault="00E32F5A" w:rsidP="00E32F5A">
            <w:pPr>
              <w:jc w:val="center"/>
            </w:pPr>
            <w:r w:rsidRPr="00284E30">
              <w:t>1</w:t>
            </w:r>
          </w:p>
        </w:tc>
      </w:tr>
    </w:tbl>
    <w:p w:rsidR="00A27CD6" w:rsidRPr="00284E30" w:rsidRDefault="00A27CD6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7"/>
        <w:gridCol w:w="7920"/>
        <w:gridCol w:w="1233"/>
        <w:gridCol w:w="793"/>
      </w:tblGrid>
      <w:tr w:rsidR="006109AB" w:rsidRPr="00284E30" w:rsidTr="006109AB">
        <w:tc>
          <w:tcPr>
            <w:tcW w:w="5000" w:type="pct"/>
            <w:gridSpan w:val="4"/>
            <w:shd w:val="clear" w:color="auto" w:fill="auto"/>
          </w:tcPr>
          <w:p w:rsidR="00A27CD6" w:rsidRPr="00284E30" w:rsidRDefault="00A27CD6" w:rsidP="009A5E89">
            <w:pPr>
              <w:jc w:val="center"/>
              <w:rPr>
                <w:b/>
                <w:u w:val="single"/>
              </w:rPr>
            </w:pPr>
          </w:p>
          <w:p w:rsidR="006109AB" w:rsidRPr="00284E30" w:rsidRDefault="006109AB" w:rsidP="009A5E89">
            <w:pPr>
              <w:jc w:val="center"/>
              <w:rPr>
                <w:b/>
                <w:u w:val="single"/>
              </w:rPr>
            </w:pPr>
            <w:r w:rsidRPr="00284E30">
              <w:rPr>
                <w:b/>
                <w:u w:val="single"/>
              </w:rPr>
              <w:t xml:space="preserve">PART – B (10 X 5 = 50 MARKS) </w:t>
            </w:r>
          </w:p>
          <w:p w:rsidR="006109AB" w:rsidRPr="00284E30" w:rsidRDefault="006109AB" w:rsidP="009A5E89">
            <w:pPr>
              <w:jc w:val="center"/>
              <w:rPr>
                <w:b/>
              </w:rPr>
            </w:pPr>
            <w:r w:rsidRPr="00284E30">
              <w:rPr>
                <w:b/>
              </w:rPr>
              <w:t>(Answer any 10 from the following)</w:t>
            </w:r>
          </w:p>
          <w:p w:rsidR="006109AB" w:rsidRPr="00284E30" w:rsidRDefault="006109AB" w:rsidP="009A5E89">
            <w:pPr>
              <w:jc w:val="center"/>
              <w:rPr>
                <w:b/>
              </w:rPr>
            </w:pPr>
          </w:p>
        </w:tc>
      </w:tr>
      <w:tr w:rsidR="00B91EEB" w:rsidRPr="00284E30" w:rsidTr="00284E30">
        <w:tc>
          <w:tcPr>
            <w:tcW w:w="345" w:type="pct"/>
            <w:shd w:val="clear" w:color="auto" w:fill="auto"/>
          </w:tcPr>
          <w:p w:rsidR="00BA6206" w:rsidRPr="00284E30" w:rsidRDefault="00BA6206" w:rsidP="006109AB">
            <w:pPr>
              <w:jc w:val="center"/>
            </w:pPr>
            <w:r w:rsidRPr="00284E30">
              <w:t>21.</w:t>
            </w:r>
          </w:p>
        </w:tc>
        <w:tc>
          <w:tcPr>
            <w:tcW w:w="3707" w:type="pct"/>
            <w:shd w:val="clear" w:color="auto" w:fill="auto"/>
          </w:tcPr>
          <w:p w:rsidR="00BA6206" w:rsidRPr="00284E30" w:rsidRDefault="001913FA" w:rsidP="0024672D">
            <w:pPr>
              <w:jc w:val="both"/>
            </w:pPr>
            <w:r w:rsidRPr="00284E30">
              <w:t xml:space="preserve">Write </w:t>
            </w:r>
            <w:r w:rsidR="003D51F1" w:rsidRPr="00284E30">
              <w:t xml:space="preserve">down the </w:t>
            </w:r>
            <w:r w:rsidRPr="00284E30">
              <w:t xml:space="preserve">role of water in plants. </w:t>
            </w:r>
          </w:p>
        </w:tc>
        <w:tc>
          <w:tcPr>
            <w:tcW w:w="577" w:type="pct"/>
            <w:shd w:val="clear" w:color="auto" w:fill="auto"/>
          </w:tcPr>
          <w:p w:rsidR="00BA6206" w:rsidRPr="00284E30" w:rsidRDefault="004B2735" w:rsidP="009A5E89">
            <w:pPr>
              <w:jc w:val="center"/>
            </w:pPr>
            <w:r w:rsidRPr="00284E30">
              <w:t>CO1</w:t>
            </w:r>
          </w:p>
        </w:tc>
        <w:tc>
          <w:tcPr>
            <w:tcW w:w="371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5</w:t>
            </w:r>
          </w:p>
        </w:tc>
      </w:tr>
      <w:tr w:rsidR="00B91EEB" w:rsidRPr="00284E30" w:rsidTr="00284E30">
        <w:tc>
          <w:tcPr>
            <w:tcW w:w="345" w:type="pct"/>
            <w:shd w:val="clear" w:color="auto" w:fill="auto"/>
          </w:tcPr>
          <w:p w:rsidR="00BA6206" w:rsidRPr="00284E30" w:rsidRDefault="00BA6206" w:rsidP="006109AB">
            <w:pPr>
              <w:jc w:val="center"/>
            </w:pPr>
            <w:r w:rsidRPr="00284E30">
              <w:t>22.</w:t>
            </w:r>
          </w:p>
        </w:tc>
        <w:tc>
          <w:tcPr>
            <w:tcW w:w="3707" w:type="pct"/>
            <w:shd w:val="clear" w:color="auto" w:fill="auto"/>
          </w:tcPr>
          <w:p w:rsidR="00BA6206" w:rsidRPr="00284E30" w:rsidRDefault="001913FA" w:rsidP="0024672D">
            <w:pPr>
              <w:jc w:val="both"/>
            </w:pPr>
            <w:r w:rsidRPr="00284E30">
              <w:t>How to manage water defic</w:t>
            </w:r>
            <w:r w:rsidR="003D51F1" w:rsidRPr="00284E30">
              <w:t>i</w:t>
            </w:r>
            <w:r w:rsidRPr="00284E30">
              <w:t xml:space="preserve">t in plants. </w:t>
            </w:r>
          </w:p>
        </w:tc>
        <w:tc>
          <w:tcPr>
            <w:tcW w:w="577" w:type="pct"/>
            <w:shd w:val="clear" w:color="auto" w:fill="auto"/>
          </w:tcPr>
          <w:p w:rsidR="00BA6206" w:rsidRPr="00284E30" w:rsidRDefault="004B2735" w:rsidP="009A5E89">
            <w:pPr>
              <w:jc w:val="center"/>
            </w:pPr>
            <w:r w:rsidRPr="00284E30">
              <w:t>CO</w:t>
            </w:r>
            <w:r w:rsidR="00FC0D91" w:rsidRPr="00284E30">
              <w:t>3</w:t>
            </w:r>
          </w:p>
        </w:tc>
        <w:tc>
          <w:tcPr>
            <w:tcW w:w="371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5</w:t>
            </w:r>
          </w:p>
        </w:tc>
      </w:tr>
      <w:tr w:rsidR="00B91EEB" w:rsidRPr="00284E30" w:rsidTr="00284E30">
        <w:tc>
          <w:tcPr>
            <w:tcW w:w="345" w:type="pct"/>
            <w:shd w:val="clear" w:color="auto" w:fill="auto"/>
          </w:tcPr>
          <w:p w:rsidR="00165EC3" w:rsidRPr="00284E30" w:rsidRDefault="00302CEF" w:rsidP="006109AB">
            <w:pPr>
              <w:jc w:val="center"/>
            </w:pPr>
            <w:r w:rsidRPr="00284E30">
              <w:t>2</w:t>
            </w:r>
            <w:r w:rsidR="00165EC3" w:rsidRPr="00284E30">
              <w:t>3.</w:t>
            </w:r>
          </w:p>
        </w:tc>
        <w:tc>
          <w:tcPr>
            <w:tcW w:w="3707" w:type="pct"/>
            <w:shd w:val="clear" w:color="auto" w:fill="auto"/>
          </w:tcPr>
          <w:p w:rsidR="00165EC3" w:rsidRPr="00284E30" w:rsidRDefault="00450316" w:rsidP="0024672D">
            <w:pPr>
              <w:jc w:val="both"/>
            </w:pPr>
            <w:r w:rsidRPr="00284E30">
              <w:t xml:space="preserve">What </w:t>
            </w:r>
            <w:r w:rsidR="003D51F1" w:rsidRPr="00284E30">
              <w:t>is</w:t>
            </w:r>
            <w:r w:rsidR="001913FA" w:rsidRPr="00284E30">
              <w:t xml:space="preserve"> irrigation bu</w:t>
            </w:r>
            <w:r w:rsidR="003D51F1" w:rsidRPr="00284E30">
              <w:t>d</w:t>
            </w:r>
            <w:r w:rsidR="001913FA" w:rsidRPr="00284E30">
              <w:t>geting</w:t>
            </w:r>
            <w:r w:rsidR="003D51F1" w:rsidRPr="00284E30">
              <w:t>?</w:t>
            </w:r>
          </w:p>
        </w:tc>
        <w:tc>
          <w:tcPr>
            <w:tcW w:w="577" w:type="pct"/>
            <w:shd w:val="clear" w:color="auto" w:fill="auto"/>
          </w:tcPr>
          <w:p w:rsidR="00165EC3" w:rsidRPr="00284E30" w:rsidRDefault="004B2735" w:rsidP="009A5E89">
            <w:pPr>
              <w:jc w:val="center"/>
            </w:pPr>
            <w:r w:rsidRPr="00284E30">
              <w:t>CO1</w:t>
            </w:r>
          </w:p>
        </w:tc>
        <w:tc>
          <w:tcPr>
            <w:tcW w:w="371" w:type="pct"/>
            <w:shd w:val="clear" w:color="auto" w:fill="auto"/>
          </w:tcPr>
          <w:p w:rsidR="00165EC3" w:rsidRPr="00284E30" w:rsidRDefault="00302CEF" w:rsidP="009A5E89">
            <w:pPr>
              <w:jc w:val="center"/>
            </w:pPr>
            <w:r w:rsidRPr="00284E30">
              <w:t>5</w:t>
            </w:r>
          </w:p>
        </w:tc>
      </w:tr>
      <w:tr w:rsidR="00B91EEB" w:rsidRPr="00284E30" w:rsidTr="00284E30">
        <w:tc>
          <w:tcPr>
            <w:tcW w:w="345" w:type="pct"/>
            <w:shd w:val="clear" w:color="auto" w:fill="auto"/>
          </w:tcPr>
          <w:p w:rsidR="00165EC3" w:rsidRPr="00284E30" w:rsidRDefault="00302CEF" w:rsidP="006109AB">
            <w:pPr>
              <w:jc w:val="center"/>
            </w:pPr>
            <w:r w:rsidRPr="00284E30">
              <w:t>2</w:t>
            </w:r>
            <w:r w:rsidR="00165EC3" w:rsidRPr="00284E30">
              <w:t>4.</w:t>
            </w:r>
          </w:p>
        </w:tc>
        <w:tc>
          <w:tcPr>
            <w:tcW w:w="3707" w:type="pct"/>
            <w:shd w:val="clear" w:color="auto" w:fill="auto"/>
          </w:tcPr>
          <w:p w:rsidR="00165EC3" w:rsidRPr="00284E30" w:rsidRDefault="001913FA" w:rsidP="0024672D">
            <w:pPr>
              <w:jc w:val="both"/>
            </w:pPr>
            <w:r w:rsidRPr="00284E30">
              <w:t>Define</w:t>
            </w:r>
            <w:r w:rsidR="00B443DD" w:rsidRPr="00284E30">
              <w:t xml:space="preserve"> critical stages of irrigation</w:t>
            </w:r>
            <w:r w:rsidRPr="00284E30">
              <w:t xml:space="preserve"> with any three field crops and its critical stages</w:t>
            </w:r>
            <w:r w:rsidR="003D51F1" w:rsidRPr="00284E30">
              <w:t>.</w:t>
            </w:r>
            <w:r w:rsidRPr="00284E30">
              <w:t xml:space="preserve"> </w:t>
            </w:r>
          </w:p>
        </w:tc>
        <w:tc>
          <w:tcPr>
            <w:tcW w:w="577" w:type="pct"/>
            <w:shd w:val="clear" w:color="auto" w:fill="auto"/>
          </w:tcPr>
          <w:p w:rsidR="00165EC3" w:rsidRPr="00284E30" w:rsidRDefault="00BA6206" w:rsidP="009A5E89">
            <w:pPr>
              <w:jc w:val="center"/>
            </w:pPr>
            <w:r w:rsidRPr="00284E30">
              <w:t>CO2</w:t>
            </w:r>
          </w:p>
        </w:tc>
        <w:tc>
          <w:tcPr>
            <w:tcW w:w="371" w:type="pct"/>
            <w:shd w:val="clear" w:color="auto" w:fill="auto"/>
          </w:tcPr>
          <w:p w:rsidR="00165EC3" w:rsidRPr="00284E30" w:rsidRDefault="00302CEF" w:rsidP="009A5E89">
            <w:pPr>
              <w:jc w:val="center"/>
            </w:pPr>
            <w:r w:rsidRPr="00284E30">
              <w:t>5</w:t>
            </w:r>
          </w:p>
        </w:tc>
      </w:tr>
      <w:tr w:rsidR="00B91EEB" w:rsidRPr="00284E30" w:rsidTr="00284E30">
        <w:tc>
          <w:tcPr>
            <w:tcW w:w="345" w:type="pct"/>
            <w:shd w:val="clear" w:color="auto" w:fill="auto"/>
          </w:tcPr>
          <w:p w:rsidR="00BA6206" w:rsidRPr="00284E30" w:rsidRDefault="00BA6206" w:rsidP="006109AB">
            <w:pPr>
              <w:jc w:val="center"/>
            </w:pPr>
            <w:r w:rsidRPr="00284E30">
              <w:t>25.</w:t>
            </w:r>
          </w:p>
        </w:tc>
        <w:tc>
          <w:tcPr>
            <w:tcW w:w="3707" w:type="pct"/>
            <w:shd w:val="clear" w:color="auto" w:fill="auto"/>
          </w:tcPr>
          <w:p w:rsidR="00BA6206" w:rsidRPr="00284E30" w:rsidRDefault="001913FA" w:rsidP="0024672D">
            <w:pPr>
              <w:jc w:val="both"/>
            </w:pPr>
            <w:r w:rsidRPr="00284E30">
              <w:t>E</w:t>
            </w:r>
            <w:r w:rsidR="003D51F1" w:rsidRPr="00284E30">
              <w:t>xplai</w:t>
            </w:r>
            <w:r w:rsidRPr="00284E30">
              <w:t xml:space="preserve">n direct </w:t>
            </w:r>
            <w:r w:rsidR="002F265D" w:rsidRPr="00284E30">
              <w:t>m</w:t>
            </w:r>
            <w:r w:rsidRPr="00284E30">
              <w:t>ethod of mo</w:t>
            </w:r>
            <w:r w:rsidR="002F265D" w:rsidRPr="00284E30">
              <w:t>isture</w:t>
            </w:r>
            <w:r w:rsidRPr="00284E30">
              <w:t xml:space="preserve"> estimation</w:t>
            </w:r>
            <w:r w:rsidR="003D51F1" w:rsidRPr="00284E30">
              <w:t>.</w:t>
            </w:r>
          </w:p>
        </w:tc>
        <w:tc>
          <w:tcPr>
            <w:tcW w:w="577" w:type="pct"/>
            <w:shd w:val="clear" w:color="auto" w:fill="auto"/>
          </w:tcPr>
          <w:p w:rsidR="00BA6206" w:rsidRPr="00284E30" w:rsidRDefault="008665C3" w:rsidP="009A5E89">
            <w:pPr>
              <w:jc w:val="center"/>
            </w:pPr>
            <w:r w:rsidRPr="00284E30">
              <w:t>CO1</w:t>
            </w:r>
          </w:p>
        </w:tc>
        <w:tc>
          <w:tcPr>
            <w:tcW w:w="371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5</w:t>
            </w:r>
          </w:p>
        </w:tc>
      </w:tr>
      <w:tr w:rsidR="00B91EEB" w:rsidRPr="00284E30" w:rsidTr="00284E30">
        <w:tc>
          <w:tcPr>
            <w:tcW w:w="345" w:type="pct"/>
            <w:shd w:val="clear" w:color="auto" w:fill="auto"/>
          </w:tcPr>
          <w:p w:rsidR="00BA6206" w:rsidRPr="00284E30" w:rsidRDefault="00BA6206" w:rsidP="006109AB">
            <w:pPr>
              <w:jc w:val="center"/>
            </w:pPr>
            <w:r w:rsidRPr="00284E30">
              <w:t>26.</w:t>
            </w:r>
          </w:p>
        </w:tc>
        <w:tc>
          <w:tcPr>
            <w:tcW w:w="3707" w:type="pct"/>
            <w:shd w:val="clear" w:color="auto" w:fill="auto"/>
          </w:tcPr>
          <w:p w:rsidR="00BA6206" w:rsidRPr="00284E30" w:rsidRDefault="001913FA" w:rsidP="0024672D">
            <w:pPr>
              <w:jc w:val="both"/>
            </w:pPr>
            <w:r w:rsidRPr="00284E30">
              <w:t>Differ</w:t>
            </w:r>
            <w:r w:rsidR="003D51F1" w:rsidRPr="00284E30">
              <w:t>ent</w:t>
            </w:r>
            <w:r w:rsidRPr="00284E30">
              <w:t>ia</w:t>
            </w:r>
            <w:r w:rsidR="003D51F1" w:rsidRPr="00284E30">
              <w:t>t</w:t>
            </w:r>
            <w:r w:rsidRPr="00284E30">
              <w:t>e</w:t>
            </w:r>
            <w:r w:rsidR="003D51F1" w:rsidRPr="00284E30">
              <w:t xml:space="preserve"> between </w:t>
            </w:r>
            <w:r w:rsidRPr="00284E30">
              <w:t xml:space="preserve">pH and pf value </w:t>
            </w:r>
            <w:r w:rsidR="002F265D" w:rsidRPr="00284E30">
              <w:t>and its importance in irrigation management</w:t>
            </w:r>
            <w:r w:rsidR="003D51F1" w:rsidRPr="00284E30">
              <w:t>.</w:t>
            </w:r>
            <w:r w:rsidR="002F265D" w:rsidRPr="00284E30">
              <w:t xml:space="preserve"> </w:t>
            </w:r>
          </w:p>
        </w:tc>
        <w:tc>
          <w:tcPr>
            <w:tcW w:w="577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CO</w:t>
            </w:r>
            <w:r w:rsidR="00FC0D91" w:rsidRPr="00284E30">
              <w:t>1</w:t>
            </w:r>
          </w:p>
        </w:tc>
        <w:tc>
          <w:tcPr>
            <w:tcW w:w="371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5</w:t>
            </w:r>
          </w:p>
        </w:tc>
      </w:tr>
      <w:tr w:rsidR="00B91EEB" w:rsidRPr="00284E30" w:rsidTr="00284E30">
        <w:tc>
          <w:tcPr>
            <w:tcW w:w="345" w:type="pct"/>
            <w:shd w:val="clear" w:color="auto" w:fill="auto"/>
          </w:tcPr>
          <w:p w:rsidR="00BA6206" w:rsidRPr="00284E30" w:rsidRDefault="00BA6206" w:rsidP="006109AB">
            <w:pPr>
              <w:jc w:val="center"/>
            </w:pPr>
            <w:r w:rsidRPr="00284E30">
              <w:t>27.</w:t>
            </w:r>
          </w:p>
        </w:tc>
        <w:tc>
          <w:tcPr>
            <w:tcW w:w="3707" w:type="pct"/>
            <w:shd w:val="clear" w:color="auto" w:fill="auto"/>
          </w:tcPr>
          <w:p w:rsidR="00BA6206" w:rsidRPr="00284E30" w:rsidRDefault="001913FA" w:rsidP="0024672D">
            <w:pPr>
              <w:jc w:val="both"/>
            </w:pPr>
            <w:r w:rsidRPr="00284E30">
              <w:t xml:space="preserve">Write </w:t>
            </w:r>
            <w:r w:rsidR="003D51F1" w:rsidRPr="00284E30">
              <w:t>notes on</w:t>
            </w:r>
            <w:r w:rsidRPr="00284E30">
              <w:t xml:space="preserve"> tensiomter</w:t>
            </w:r>
            <w:r w:rsidR="003D51F1" w:rsidRPr="00284E30">
              <w:t>.</w:t>
            </w:r>
            <w:r w:rsidRPr="00284E30">
              <w:t xml:space="preserve"> 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BA6206" w:rsidRPr="00284E30" w:rsidRDefault="00BA6206" w:rsidP="009A5E89">
            <w:pPr>
              <w:jc w:val="center"/>
            </w:pPr>
            <w:r w:rsidRPr="00284E30">
              <w:t>CO</w:t>
            </w:r>
            <w:r w:rsidR="00B443DD" w:rsidRPr="00284E30">
              <w:t>2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A6206" w:rsidRPr="00284E30" w:rsidRDefault="00BA6206" w:rsidP="009A5E89">
            <w:pPr>
              <w:jc w:val="center"/>
            </w:pPr>
            <w:r w:rsidRPr="00284E30">
              <w:t>5</w:t>
            </w:r>
          </w:p>
        </w:tc>
      </w:tr>
      <w:tr w:rsidR="00B91EEB" w:rsidRPr="00284E30" w:rsidTr="00284E30">
        <w:tc>
          <w:tcPr>
            <w:tcW w:w="345" w:type="pct"/>
            <w:shd w:val="clear" w:color="auto" w:fill="auto"/>
          </w:tcPr>
          <w:p w:rsidR="00BA6206" w:rsidRPr="00284E30" w:rsidRDefault="00BA6206" w:rsidP="006109AB">
            <w:pPr>
              <w:jc w:val="center"/>
            </w:pPr>
            <w:r w:rsidRPr="00284E30">
              <w:t>28.</w:t>
            </w:r>
          </w:p>
        </w:tc>
        <w:tc>
          <w:tcPr>
            <w:tcW w:w="3707" w:type="pct"/>
            <w:shd w:val="clear" w:color="auto" w:fill="auto"/>
          </w:tcPr>
          <w:p w:rsidR="00BA6206" w:rsidRPr="00284E30" w:rsidRDefault="001913FA" w:rsidP="0024672D">
            <w:pPr>
              <w:jc w:val="both"/>
            </w:pPr>
            <w:r w:rsidRPr="00284E30">
              <w:t>Differ</w:t>
            </w:r>
            <w:r w:rsidR="003D51F1" w:rsidRPr="00284E30">
              <w:t>ent</w:t>
            </w:r>
            <w:r w:rsidRPr="00284E30">
              <w:t xml:space="preserve">iate </w:t>
            </w:r>
            <w:r w:rsidR="003D51F1" w:rsidRPr="00284E30">
              <w:t xml:space="preserve">between </w:t>
            </w:r>
            <w:r w:rsidRPr="00284E30">
              <w:t>drip and springler irrigation system</w:t>
            </w:r>
            <w:r w:rsidR="003D51F1" w:rsidRPr="00284E30">
              <w:t>.</w:t>
            </w:r>
          </w:p>
        </w:tc>
        <w:tc>
          <w:tcPr>
            <w:tcW w:w="577" w:type="pct"/>
            <w:shd w:val="clear" w:color="auto" w:fill="auto"/>
          </w:tcPr>
          <w:p w:rsidR="00BA6206" w:rsidRPr="00284E30" w:rsidRDefault="008665C3" w:rsidP="009A5E89">
            <w:pPr>
              <w:jc w:val="center"/>
            </w:pPr>
            <w:r w:rsidRPr="00284E30">
              <w:t>CO2</w:t>
            </w:r>
          </w:p>
        </w:tc>
        <w:tc>
          <w:tcPr>
            <w:tcW w:w="371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5</w:t>
            </w:r>
          </w:p>
        </w:tc>
      </w:tr>
      <w:tr w:rsidR="00B91EEB" w:rsidRPr="00284E30" w:rsidTr="00284E30">
        <w:tc>
          <w:tcPr>
            <w:tcW w:w="345" w:type="pct"/>
            <w:shd w:val="clear" w:color="auto" w:fill="auto"/>
          </w:tcPr>
          <w:p w:rsidR="00BA6206" w:rsidRPr="00284E30" w:rsidRDefault="00BA6206" w:rsidP="006109AB">
            <w:pPr>
              <w:jc w:val="center"/>
            </w:pPr>
            <w:r w:rsidRPr="00284E30">
              <w:t>29.</w:t>
            </w:r>
          </w:p>
        </w:tc>
        <w:tc>
          <w:tcPr>
            <w:tcW w:w="3707" w:type="pct"/>
            <w:shd w:val="clear" w:color="auto" w:fill="auto"/>
          </w:tcPr>
          <w:p w:rsidR="00BA6206" w:rsidRPr="00284E30" w:rsidRDefault="00363919" w:rsidP="0024672D">
            <w:pPr>
              <w:jc w:val="both"/>
            </w:pPr>
            <w:r w:rsidRPr="00284E30">
              <w:t xml:space="preserve">Define drainage. </w:t>
            </w:r>
            <w:r w:rsidR="003D51F1" w:rsidRPr="00284E30">
              <w:t>E</w:t>
            </w:r>
            <w:r w:rsidRPr="00284E30">
              <w:t xml:space="preserve">xplain </w:t>
            </w:r>
            <w:r w:rsidR="003D51F1" w:rsidRPr="00284E30">
              <w:t xml:space="preserve">the </w:t>
            </w:r>
            <w:r w:rsidRPr="00284E30">
              <w:t>subsurface drainage</w:t>
            </w:r>
            <w:r w:rsidR="003D51F1" w:rsidRPr="00284E30">
              <w:t>.</w:t>
            </w:r>
          </w:p>
        </w:tc>
        <w:tc>
          <w:tcPr>
            <w:tcW w:w="577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CO</w:t>
            </w:r>
            <w:r w:rsidR="00FC0D91" w:rsidRPr="00284E30">
              <w:t>1</w:t>
            </w:r>
          </w:p>
        </w:tc>
        <w:tc>
          <w:tcPr>
            <w:tcW w:w="371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5</w:t>
            </w:r>
          </w:p>
        </w:tc>
      </w:tr>
      <w:tr w:rsidR="00B91EEB" w:rsidRPr="00284E30" w:rsidTr="00284E30">
        <w:tc>
          <w:tcPr>
            <w:tcW w:w="345" w:type="pct"/>
            <w:shd w:val="clear" w:color="auto" w:fill="auto"/>
          </w:tcPr>
          <w:p w:rsidR="00CE2CED" w:rsidRPr="00284E30" w:rsidRDefault="00CE2CED" w:rsidP="006109AB">
            <w:pPr>
              <w:jc w:val="center"/>
            </w:pPr>
            <w:r w:rsidRPr="00284E30">
              <w:t>30.</w:t>
            </w:r>
          </w:p>
        </w:tc>
        <w:tc>
          <w:tcPr>
            <w:tcW w:w="3707" w:type="pct"/>
            <w:shd w:val="clear" w:color="auto" w:fill="auto"/>
          </w:tcPr>
          <w:p w:rsidR="00CE2CED" w:rsidRPr="00284E30" w:rsidRDefault="00B443DD" w:rsidP="0024672D">
            <w:pPr>
              <w:jc w:val="both"/>
            </w:pPr>
            <w:r w:rsidRPr="00284E30">
              <w:t xml:space="preserve">Explain </w:t>
            </w:r>
            <w:r w:rsidR="00450316" w:rsidRPr="00284E30">
              <w:t xml:space="preserve"> </w:t>
            </w:r>
            <w:r w:rsidR="003D51F1" w:rsidRPr="00284E30">
              <w:t xml:space="preserve">the </w:t>
            </w:r>
            <w:r w:rsidR="00450316" w:rsidRPr="00284E30">
              <w:t xml:space="preserve"> soil </w:t>
            </w:r>
            <w:r w:rsidRPr="00284E30">
              <w:t xml:space="preserve">moisture </w:t>
            </w:r>
            <w:r w:rsidR="00363919" w:rsidRPr="00284E30">
              <w:t>availability</w:t>
            </w:r>
            <w:r w:rsidR="003D51F1" w:rsidRPr="00284E30">
              <w:t>.</w:t>
            </w:r>
          </w:p>
        </w:tc>
        <w:tc>
          <w:tcPr>
            <w:tcW w:w="577" w:type="pct"/>
            <w:shd w:val="clear" w:color="auto" w:fill="auto"/>
          </w:tcPr>
          <w:p w:rsidR="00CE2CED" w:rsidRPr="00284E30" w:rsidRDefault="00CE2CED" w:rsidP="009A5E89">
            <w:pPr>
              <w:jc w:val="center"/>
            </w:pPr>
            <w:r w:rsidRPr="00284E30">
              <w:t>CO2</w:t>
            </w:r>
          </w:p>
        </w:tc>
        <w:tc>
          <w:tcPr>
            <w:tcW w:w="371" w:type="pct"/>
            <w:shd w:val="clear" w:color="auto" w:fill="auto"/>
          </w:tcPr>
          <w:p w:rsidR="00CE2CED" w:rsidRPr="00284E30" w:rsidRDefault="00CE2CED" w:rsidP="009A5E89">
            <w:pPr>
              <w:jc w:val="center"/>
            </w:pPr>
            <w:r w:rsidRPr="00284E30">
              <w:t>5</w:t>
            </w:r>
          </w:p>
        </w:tc>
      </w:tr>
      <w:tr w:rsidR="00B91EEB" w:rsidRPr="00284E30" w:rsidTr="00284E30">
        <w:tc>
          <w:tcPr>
            <w:tcW w:w="345" w:type="pct"/>
            <w:shd w:val="clear" w:color="auto" w:fill="auto"/>
          </w:tcPr>
          <w:p w:rsidR="00CE2CED" w:rsidRPr="00284E30" w:rsidRDefault="00CE2CED" w:rsidP="006109AB">
            <w:pPr>
              <w:jc w:val="center"/>
            </w:pPr>
            <w:r w:rsidRPr="00284E30">
              <w:t>31.</w:t>
            </w:r>
          </w:p>
        </w:tc>
        <w:tc>
          <w:tcPr>
            <w:tcW w:w="3707" w:type="pct"/>
            <w:shd w:val="clear" w:color="auto" w:fill="auto"/>
          </w:tcPr>
          <w:p w:rsidR="00CE2CED" w:rsidRPr="00284E30" w:rsidRDefault="00363919" w:rsidP="0024672D">
            <w:pPr>
              <w:jc w:val="both"/>
            </w:pPr>
            <w:r w:rsidRPr="00284E30">
              <w:t xml:space="preserve">How to transfer </w:t>
            </w:r>
            <w:r w:rsidR="003D51F1" w:rsidRPr="00284E30">
              <w:t xml:space="preserve">water </w:t>
            </w:r>
            <w:r w:rsidRPr="00284E30">
              <w:t>from soil to plant system</w:t>
            </w:r>
            <w:r w:rsidR="003D51F1" w:rsidRPr="00284E30">
              <w:t>.</w:t>
            </w:r>
          </w:p>
        </w:tc>
        <w:tc>
          <w:tcPr>
            <w:tcW w:w="577" w:type="pct"/>
            <w:shd w:val="clear" w:color="auto" w:fill="auto"/>
          </w:tcPr>
          <w:p w:rsidR="00CE2CED" w:rsidRPr="00284E30" w:rsidRDefault="00CE2CED" w:rsidP="009A5E89">
            <w:pPr>
              <w:jc w:val="center"/>
            </w:pPr>
            <w:r w:rsidRPr="00284E30">
              <w:t>CO</w:t>
            </w:r>
            <w:r w:rsidR="00FC0D91" w:rsidRPr="00284E30">
              <w:t>3</w:t>
            </w:r>
          </w:p>
        </w:tc>
        <w:tc>
          <w:tcPr>
            <w:tcW w:w="371" w:type="pct"/>
            <w:shd w:val="clear" w:color="auto" w:fill="auto"/>
          </w:tcPr>
          <w:p w:rsidR="00CE2CED" w:rsidRPr="00284E30" w:rsidRDefault="00CE2CED" w:rsidP="009A5E89">
            <w:pPr>
              <w:jc w:val="center"/>
            </w:pPr>
            <w:r w:rsidRPr="00284E30">
              <w:t>5</w:t>
            </w:r>
          </w:p>
        </w:tc>
      </w:tr>
      <w:tr w:rsidR="00B91EEB" w:rsidRPr="00284E30" w:rsidTr="00284E30">
        <w:tc>
          <w:tcPr>
            <w:tcW w:w="345" w:type="pct"/>
            <w:shd w:val="clear" w:color="auto" w:fill="auto"/>
          </w:tcPr>
          <w:p w:rsidR="00CE2CED" w:rsidRPr="00284E30" w:rsidRDefault="00CE2CED" w:rsidP="006109AB">
            <w:pPr>
              <w:jc w:val="center"/>
            </w:pPr>
            <w:r w:rsidRPr="00284E30">
              <w:t>32.</w:t>
            </w:r>
          </w:p>
        </w:tc>
        <w:tc>
          <w:tcPr>
            <w:tcW w:w="3707" w:type="pct"/>
            <w:shd w:val="clear" w:color="auto" w:fill="auto"/>
          </w:tcPr>
          <w:p w:rsidR="00CE2CED" w:rsidRPr="00284E30" w:rsidRDefault="00CE2CED" w:rsidP="0024672D">
            <w:pPr>
              <w:jc w:val="both"/>
            </w:pPr>
            <w:r w:rsidRPr="00284E30">
              <w:t xml:space="preserve">Define </w:t>
            </w:r>
            <w:r w:rsidR="00363919" w:rsidRPr="00284E30">
              <w:t>WR. How to calutate WR</w:t>
            </w:r>
            <w:r w:rsidR="003D51F1" w:rsidRPr="00284E30">
              <w:t>?</w:t>
            </w:r>
          </w:p>
        </w:tc>
        <w:tc>
          <w:tcPr>
            <w:tcW w:w="577" w:type="pct"/>
            <w:shd w:val="clear" w:color="auto" w:fill="auto"/>
          </w:tcPr>
          <w:p w:rsidR="00CE2CED" w:rsidRPr="00284E30" w:rsidRDefault="00CE2CED" w:rsidP="009A5E89">
            <w:pPr>
              <w:jc w:val="center"/>
            </w:pPr>
            <w:r w:rsidRPr="00284E30">
              <w:t>CO</w:t>
            </w:r>
            <w:r w:rsidR="00FC0D91" w:rsidRPr="00284E30">
              <w:t>1</w:t>
            </w:r>
          </w:p>
        </w:tc>
        <w:tc>
          <w:tcPr>
            <w:tcW w:w="371" w:type="pct"/>
            <w:shd w:val="clear" w:color="auto" w:fill="auto"/>
          </w:tcPr>
          <w:p w:rsidR="00CE2CED" w:rsidRPr="00284E30" w:rsidRDefault="00CE2CED" w:rsidP="009A5E89">
            <w:pPr>
              <w:jc w:val="center"/>
            </w:pPr>
            <w:r w:rsidRPr="00284E30">
              <w:t>5</w:t>
            </w:r>
          </w:p>
        </w:tc>
      </w:tr>
    </w:tbl>
    <w:p w:rsidR="005133D7" w:rsidRPr="00284E30" w:rsidRDefault="005133D7" w:rsidP="005133D7"/>
    <w:p w:rsidR="006109AB" w:rsidRPr="00284E30" w:rsidRDefault="006109AB" w:rsidP="005133D7"/>
    <w:p w:rsidR="006109AB" w:rsidRPr="00284E30" w:rsidRDefault="006109AB" w:rsidP="005133D7"/>
    <w:p w:rsidR="006109AB" w:rsidRPr="00284E30" w:rsidRDefault="006109AB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7"/>
        <w:gridCol w:w="541"/>
        <w:gridCol w:w="7380"/>
        <w:gridCol w:w="1222"/>
        <w:gridCol w:w="803"/>
      </w:tblGrid>
      <w:tr w:rsidR="006109AB" w:rsidRPr="00284E30" w:rsidTr="006109AB">
        <w:trPr>
          <w:trHeight w:val="232"/>
        </w:trPr>
        <w:tc>
          <w:tcPr>
            <w:tcW w:w="5000" w:type="pct"/>
            <w:gridSpan w:val="5"/>
            <w:shd w:val="clear" w:color="auto" w:fill="auto"/>
          </w:tcPr>
          <w:p w:rsidR="00FF24DB" w:rsidRDefault="00FF24DB" w:rsidP="009A5E89">
            <w:pPr>
              <w:jc w:val="center"/>
              <w:rPr>
                <w:b/>
                <w:u w:val="single"/>
              </w:rPr>
            </w:pPr>
          </w:p>
          <w:p w:rsidR="006109AB" w:rsidRPr="00284E30" w:rsidRDefault="006109AB" w:rsidP="009A5E89">
            <w:pPr>
              <w:jc w:val="center"/>
              <w:rPr>
                <w:b/>
                <w:u w:val="single"/>
              </w:rPr>
            </w:pPr>
            <w:r w:rsidRPr="00284E30">
              <w:rPr>
                <w:b/>
                <w:u w:val="single"/>
              </w:rPr>
              <w:t>PART – C (2 X 15 = 30 MARKS)</w:t>
            </w:r>
          </w:p>
          <w:p w:rsidR="006109AB" w:rsidRPr="00284E30" w:rsidRDefault="006109AB" w:rsidP="009A5E89">
            <w:pPr>
              <w:jc w:val="center"/>
              <w:rPr>
                <w:b/>
              </w:rPr>
            </w:pPr>
            <w:r w:rsidRPr="00284E30">
              <w:rPr>
                <w:b/>
              </w:rPr>
              <w:t>(Answer any 2 from the following)</w:t>
            </w:r>
          </w:p>
          <w:p w:rsidR="006109AB" w:rsidRPr="00284E30" w:rsidRDefault="006109AB" w:rsidP="009A5E89">
            <w:pPr>
              <w:jc w:val="center"/>
              <w:rPr>
                <w:b/>
              </w:rPr>
            </w:pPr>
          </w:p>
        </w:tc>
      </w:tr>
      <w:tr w:rsidR="00B91EEB" w:rsidRPr="00284E30" w:rsidTr="00284E30">
        <w:trPr>
          <w:trHeight w:val="232"/>
        </w:trPr>
        <w:tc>
          <w:tcPr>
            <w:tcW w:w="345" w:type="pct"/>
            <w:vMerge w:val="restart"/>
            <w:shd w:val="clear" w:color="auto" w:fill="auto"/>
            <w:vAlign w:val="center"/>
          </w:tcPr>
          <w:p w:rsidR="00165EC3" w:rsidRPr="00284E30" w:rsidRDefault="00302CEF" w:rsidP="00284E30">
            <w:pPr>
              <w:jc w:val="center"/>
            </w:pPr>
            <w:r w:rsidRPr="00284E30">
              <w:t>33</w:t>
            </w:r>
            <w:r w:rsidR="00165EC3" w:rsidRPr="00284E30">
              <w:t>.</w:t>
            </w:r>
          </w:p>
        </w:tc>
        <w:tc>
          <w:tcPr>
            <w:tcW w:w="253" w:type="pct"/>
            <w:shd w:val="clear" w:color="auto" w:fill="auto"/>
          </w:tcPr>
          <w:p w:rsidR="00165EC3" w:rsidRPr="00284E30" w:rsidRDefault="00165EC3" w:rsidP="009A5E89">
            <w:pPr>
              <w:jc w:val="center"/>
            </w:pPr>
            <w:r w:rsidRPr="00284E30">
              <w:t>a.</w:t>
            </w:r>
          </w:p>
        </w:tc>
        <w:tc>
          <w:tcPr>
            <w:tcW w:w="3454" w:type="pct"/>
            <w:shd w:val="clear" w:color="auto" w:fill="auto"/>
          </w:tcPr>
          <w:p w:rsidR="00165EC3" w:rsidRPr="00284E30" w:rsidRDefault="00363919" w:rsidP="0024672D">
            <w:pPr>
              <w:jc w:val="both"/>
            </w:pPr>
            <w:r w:rsidRPr="00284E30">
              <w:t>Discuss SCPAC</w:t>
            </w:r>
            <w:r w:rsidR="00F3782F" w:rsidRPr="00284E30">
              <w:t>.</w:t>
            </w:r>
          </w:p>
        </w:tc>
        <w:tc>
          <w:tcPr>
            <w:tcW w:w="572" w:type="pct"/>
            <w:shd w:val="clear" w:color="auto" w:fill="auto"/>
          </w:tcPr>
          <w:p w:rsidR="00165EC3" w:rsidRPr="00284E30" w:rsidRDefault="00C8131F" w:rsidP="009A5E89">
            <w:pPr>
              <w:jc w:val="center"/>
            </w:pPr>
            <w:r w:rsidRPr="00284E30">
              <w:t>CO</w:t>
            </w:r>
            <w:r w:rsidR="00FC0D91" w:rsidRPr="00284E30">
              <w:t>1</w:t>
            </w:r>
          </w:p>
        </w:tc>
        <w:tc>
          <w:tcPr>
            <w:tcW w:w="376" w:type="pct"/>
            <w:shd w:val="clear" w:color="auto" w:fill="auto"/>
          </w:tcPr>
          <w:p w:rsidR="00165EC3" w:rsidRPr="00284E30" w:rsidRDefault="00E66A7A" w:rsidP="009A5E89">
            <w:pPr>
              <w:jc w:val="center"/>
            </w:pPr>
            <w:r w:rsidRPr="00284E30">
              <w:t>8</w:t>
            </w:r>
          </w:p>
        </w:tc>
      </w:tr>
      <w:tr w:rsidR="00B91EEB" w:rsidRPr="00284E30" w:rsidTr="00284E30">
        <w:trPr>
          <w:trHeight w:val="232"/>
        </w:trPr>
        <w:tc>
          <w:tcPr>
            <w:tcW w:w="345" w:type="pct"/>
            <w:vMerge/>
            <w:shd w:val="clear" w:color="auto" w:fill="auto"/>
            <w:vAlign w:val="center"/>
          </w:tcPr>
          <w:p w:rsidR="00165EC3" w:rsidRPr="00284E30" w:rsidRDefault="00165EC3" w:rsidP="00284E30">
            <w:pPr>
              <w:jc w:val="center"/>
            </w:pPr>
          </w:p>
        </w:tc>
        <w:tc>
          <w:tcPr>
            <w:tcW w:w="253" w:type="pct"/>
            <w:shd w:val="clear" w:color="auto" w:fill="auto"/>
          </w:tcPr>
          <w:p w:rsidR="00165EC3" w:rsidRPr="00284E30" w:rsidRDefault="00165EC3" w:rsidP="009A5E89">
            <w:pPr>
              <w:jc w:val="center"/>
            </w:pPr>
            <w:r w:rsidRPr="00284E30">
              <w:t>b.</w:t>
            </w:r>
          </w:p>
        </w:tc>
        <w:tc>
          <w:tcPr>
            <w:tcW w:w="3454" w:type="pct"/>
            <w:shd w:val="clear" w:color="auto" w:fill="auto"/>
          </w:tcPr>
          <w:p w:rsidR="00165EC3" w:rsidRPr="00284E30" w:rsidRDefault="00F3782F" w:rsidP="0024672D">
            <w:pPr>
              <w:jc w:val="both"/>
            </w:pPr>
            <w:r w:rsidRPr="00284E30">
              <w:t>Explai</w:t>
            </w:r>
            <w:r w:rsidR="00363919" w:rsidRPr="00284E30">
              <w:t xml:space="preserve">n </w:t>
            </w:r>
            <w:r w:rsidRPr="00284E30">
              <w:t xml:space="preserve">the </w:t>
            </w:r>
            <w:r w:rsidR="00363919" w:rsidRPr="00284E30">
              <w:t>water movement in the soil</w:t>
            </w:r>
            <w:r w:rsidRPr="00284E30">
              <w:t>.</w:t>
            </w:r>
            <w:r w:rsidR="00363919" w:rsidRPr="00284E30">
              <w:t xml:space="preserve"> </w:t>
            </w:r>
          </w:p>
        </w:tc>
        <w:tc>
          <w:tcPr>
            <w:tcW w:w="572" w:type="pct"/>
            <w:shd w:val="clear" w:color="auto" w:fill="auto"/>
          </w:tcPr>
          <w:p w:rsidR="00165EC3" w:rsidRPr="00284E30" w:rsidRDefault="00C8131F" w:rsidP="009A5E89">
            <w:pPr>
              <w:jc w:val="center"/>
            </w:pPr>
            <w:r w:rsidRPr="00284E30">
              <w:t>CO2</w:t>
            </w:r>
          </w:p>
        </w:tc>
        <w:tc>
          <w:tcPr>
            <w:tcW w:w="376" w:type="pct"/>
            <w:shd w:val="clear" w:color="auto" w:fill="auto"/>
          </w:tcPr>
          <w:p w:rsidR="00165EC3" w:rsidRPr="00284E30" w:rsidRDefault="00E66A7A" w:rsidP="009A5E89">
            <w:pPr>
              <w:jc w:val="center"/>
            </w:pPr>
            <w:r w:rsidRPr="00284E30">
              <w:t>7</w:t>
            </w:r>
          </w:p>
        </w:tc>
      </w:tr>
      <w:tr w:rsidR="006109AB" w:rsidRPr="00284E30" w:rsidTr="00284E30">
        <w:trPr>
          <w:trHeight w:val="232"/>
        </w:trPr>
        <w:tc>
          <w:tcPr>
            <w:tcW w:w="345" w:type="pct"/>
            <w:shd w:val="clear" w:color="auto" w:fill="auto"/>
            <w:vAlign w:val="center"/>
          </w:tcPr>
          <w:p w:rsidR="006109AB" w:rsidRPr="00284E30" w:rsidRDefault="006109AB" w:rsidP="00284E30">
            <w:pPr>
              <w:jc w:val="center"/>
            </w:pPr>
          </w:p>
        </w:tc>
        <w:tc>
          <w:tcPr>
            <w:tcW w:w="253" w:type="pct"/>
            <w:shd w:val="clear" w:color="auto" w:fill="auto"/>
          </w:tcPr>
          <w:p w:rsidR="006109AB" w:rsidRPr="00284E30" w:rsidRDefault="006109AB" w:rsidP="009A5E89">
            <w:pPr>
              <w:jc w:val="center"/>
            </w:pPr>
          </w:p>
        </w:tc>
        <w:tc>
          <w:tcPr>
            <w:tcW w:w="3454" w:type="pct"/>
            <w:shd w:val="clear" w:color="auto" w:fill="auto"/>
          </w:tcPr>
          <w:p w:rsidR="006109AB" w:rsidRPr="00284E30" w:rsidRDefault="006109AB" w:rsidP="0024672D">
            <w:pPr>
              <w:jc w:val="both"/>
            </w:pPr>
          </w:p>
        </w:tc>
        <w:tc>
          <w:tcPr>
            <w:tcW w:w="572" w:type="pct"/>
            <w:shd w:val="clear" w:color="auto" w:fill="auto"/>
          </w:tcPr>
          <w:p w:rsidR="006109AB" w:rsidRPr="00284E30" w:rsidRDefault="006109AB" w:rsidP="009A5E89">
            <w:pPr>
              <w:jc w:val="center"/>
            </w:pPr>
          </w:p>
        </w:tc>
        <w:tc>
          <w:tcPr>
            <w:tcW w:w="376" w:type="pct"/>
            <w:shd w:val="clear" w:color="auto" w:fill="auto"/>
          </w:tcPr>
          <w:p w:rsidR="006109AB" w:rsidRPr="00284E30" w:rsidRDefault="006109AB" w:rsidP="009A5E89">
            <w:pPr>
              <w:jc w:val="center"/>
            </w:pPr>
          </w:p>
        </w:tc>
      </w:tr>
      <w:tr w:rsidR="00B91EEB" w:rsidRPr="00284E30" w:rsidTr="00284E30">
        <w:trPr>
          <w:trHeight w:val="232"/>
        </w:trPr>
        <w:tc>
          <w:tcPr>
            <w:tcW w:w="345" w:type="pct"/>
            <w:vMerge w:val="restart"/>
            <w:shd w:val="clear" w:color="auto" w:fill="auto"/>
            <w:vAlign w:val="center"/>
          </w:tcPr>
          <w:p w:rsidR="00165EC3" w:rsidRPr="00284E30" w:rsidRDefault="00302CEF" w:rsidP="00284E30">
            <w:pPr>
              <w:jc w:val="center"/>
            </w:pPr>
            <w:r w:rsidRPr="00284E30">
              <w:t>34</w:t>
            </w:r>
            <w:r w:rsidR="00165EC3" w:rsidRPr="00284E30">
              <w:t>.</w:t>
            </w:r>
          </w:p>
        </w:tc>
        <w:tc>
          <w:tcPr>
            <w:tcW w:w="253" w:type="pct"/>
            <w:shd w:val="clear" w:color="auto" w:fill="auto"/>
          </w:tcPr>
          <w:p w:rsidR="00165EC3" w:rsidRPr="00284E30" w:rsidRDefault="00165EC3" w:rsidP="009A5E89">
            <w:pPr>
              <w:jc w:val="center"/>
            </w:pPr>
            <w:r w:rsidRPr="00284E30">
              <w:t>a.</w:t>
            </w:r>
          </w:p>
        </w:tc>
        <w:tc>
          <w:tcPr>
            <w:tcW w:w="3454" w:type="pct"/>
            <w:shd w:val="clear" w:color="auto" w:fill="auto"/>
          </w:tcPr>
          <w:p w:rsidR="00165EC3" w:rsidRPr="00284E30" w:rsidRDefault="00C8131F" w:rsidP="0024672D">
            <w:pPr>
              <w:jc w:val="both"/>
            </w:pPr>
            <w:r w:rsidRPr="00284E30">
              <w:t>Defin</w:t>
            </w:r>
            <w:r w:rsidR="00363919" w:rsidRPr="00284E30">
              <w:t>e irrigation scheduling and how to schedule the irrigation water</w:t>
            </w:r>
            <w:r w:rsidR="00F3782F" w:rsidRPr="00284E30">
              <w:t>.</w:t>
            </w:r>
            <w:r w:rsidR="00363919" w:rsidRPr="00284E30">
              <w:t xml:space="preserve"> </w:t>
            </w:r>
          </w:p>
        </w:tc>
        <w:tc>
          <w:tcPr>
            <w:tcW w:w="572" w:type="pct"/>
            <w:shd w:val="clear" w:color="auto" w:fill="auto"/>
          </w:tcPr>
          <w:p w:rsidR="00165EC3" w:rsidRPr="00284E30" w:rsidRDefault="00C8131F" w:rsidP="009A5E89">
            <w:pPr>
              <w:jc w:val="center"/>
            </w:pPr>
            <w:r w:rsidRPr="00284E30">
              <w:t>CO</w:t>
            </w:r>
            <w:r w:rsidR="00FC0D91" w:rsidRPr="00284E30">
              <w:t>1</w:t>
            </w:r>
          </w:p>
        </w:tc>
        <w:tc>
          <w:tcPr>
            <w:tcW w:w="376" w:type="pct"/>
            <w:shd w:val="clear" w:color="auto" w:fill="auto"/>
          </w:tcPr>
          <w:p w:rsidR="00165EC3" w:rsidRPr="00284E30" w:rsidRDefault="00E66A7A" w:rsidP="009A5E89">
            <w:pPr>
              <w:jc w:val="center"/>
            </w:pPr>
            <w:r w:rsidRPr="00284E30">
              <w:t>8</w:t>
            </w:r>
          </w:p>
        </w:tc>
      </w:tr>
      <w:tr w:rsidR="00B91EEB" w:rsidRPr="00284E30" w:rsidTr="00284E30">
        <w:trPr>
          <w:trHeight w:val="232"/>
        </w:trPr>
        <w:tc>
          <w:tcPr>
            <w:tcW w:w="345" w:type="pct"/>
            <w:vMerge/>
            <w:shd w:val="clear" w:color="auto" w:fill="auto"/>
            <w:vAlign w:val="center"/>
          </w:tcPr>
          <w:p w:rsidR="00165EC3" w:rsidRPr="00284E30" w:rsidRDefault="00165EC3" w:rsidP="00284E30">
            <w:pPr>
              <w:jc w:val="center"/>
            </w:pPr>
          </w:p>
        </w:tc>
        <w:tc>
          <w:tcPr>
            <w:tcW w:w="253" w:type="pct"/>
            <w:shd w:val="clear" w:color="auto" w:fill="auto"/>
          </w:tcPr>
          <w:p w:rsidR="00165EC3" w:rsidRPr="00284E30" w:rsidRDefault="00165EC3" w:rsidP="009A5E89">
            <w:pPr>
              <w:jc w:val="center"/>
            </w:pPr>
            <w:r w:rsidRPr="00284E30">
              <w:t>b.</w:t>
            </w:r>
          </w:p>
        </w:tc>
        <w:tc>
          <w:tcPr>
            <w:tcW w:w="3454" w:type="pct"/>
            <w:shd w:val="clear" w:color="auto" w:fill="auto"/>
          </w:tcPr>
          <w:p w:rsidR="00165EC3" w:rsidRPr="00284E30" w:rsidRDefault="00363919" w:rsidP="0024672D">
            <w:pPr>
              <w:jc w:val="both"/>
            </w:pPr>
            <w:r w:rsidRPr="00284E30">
              <w:t xml:space="preserve">Discuss </w:t>
            </w:r>
            <w:r w:rsidR="00F3782F" w:rsidRPr="00284E30">
              <w:t xml:space="preserve">the </w:t>
            </w:r>
            <w:r w:rsidRPr="00284E30">
              <w:t>tradition</w:t>
            </w:r>
            <w:r w:rsidR="00F3782F" w:rsidRPr="00284E30">
              <w:t>al</w:t>
            </w:r>
            <w:r w:rsidRPr="00284E30">
              <w:t xml:space="preserve"> method</w:t>
            </w:r>
            <w:r w:rsidR="00F3782F" w:rsidRPr="00284E30">
              <w:t>s</w:t>
            </w:r>
            <w:r w:rsidRPr="00284E30">
              <w:t xml:space="preserve"> of micro irrigation</w:t>
            </w:r>
            <w:r w:rsidR="00F3782F" w:rsidRPr="00284E30">
              <w:t>.</w:t>
            </w:r>
          </w:p>
        </w:tc>
        <w:tc>
          <w:tcPr>
            <w:tcW w:w="572" w:type="pct"/>
            <w:shd w:val="clear" w:color="auto" w:fill="auto"/>
          </w:tcPr>
          <w:p w:rsidR="00165EC3" w:rsidRPr="00284E30" w:rsidRDefault="00BA6206" w:rsidP="009A5E89">
            <w:pPr>
              <w:jc w:val="center"/>
            </w:pPr>
            <w:r w:rsidRPr="00284E30">
              <w:t>CO2</w:t>
            </w:r>
          </w:p>
        </w:tc>
        <w:tc>
          <w:tcPr>
            <w:tcW w:w="376" w:type="pct"/>
            <w:shd w:val="clear" w:color="auto" w:fill="auto"/>
          </w:tcPr>
          <w:p w:rsidR="00165EC3" w:rsidRPr="00284E30" w:rsidRDefault="00E66A7A" w:rsidP="009A5E89">
            <w:pPr>
              <w:jc w:val="center"/>
            </w:pPr>
            <w:r w:rsidRPr="00284E30">
              <w:t>7</w:t>
            </w:r>
          </w:p>
        </w:tc>
      </w:tr>
      <w:tr w:rsidR="006109AB" w:rsidRPr="00284E30" w:rsidTr="00284E30">
        <w:trPr>
          <w:trHeight w:val="232"/>
        </w:trPr>
        <w:tc>
          <w:tcPr>
            <w:tcW w:w="345" w:type="pct"/>
            <w:shd w:val="clear" w:color="auto" w:fill="auto"/>
            <w:vAlign w:val="center"/>
          </w:tcPr>
          <w:p w:rsidR="006109AB" w:rsidRPr="00284E30" w:rsidRDefault="006109AB" w:rsidP="00284E30">
            <w:pPr>
              <w:jc w:val="center"/>
            </w:pPr>
          </w:p>
        </w:tc>
        <w:tc>
          <w:tcPr>
            <w:tcW w:w="253" w:type="pct"/>
            <w:shd w:val="clear" w:color="auto" w:fill="auto"/>
          </w:tcPr>
          <w:p w:rsidR="006109AB" w:rsidRPr="00284E30" w:rsidRDefault="006109AB" w:rsidP="009A5E89">
            <w:pPr>
              <w:jc w:val="center"/>
            </w:pPr>
          </w:p>
        </w:tc>
        <w:tc>
          <w:tcPr>
            <w:tcW w:w="3454" w:type="pct"/>
            <w:shd w:val="clear" w:color="auto" w:fill="auto"/>
          </w:tcPr>
          <w:p w:rsidR="006109AB" w:rsidRPr="00284E30" w:rsidRDefault="006109AB" w:rsidP="0024672D">
            <w:pPr>
              <w:jc w:val="both"/>
            </w:pPr>
          </w:p>
        </w:tc>
        <w:tc>
          <w:tcPr>
            <w:tcW w:w="572" w:type="pct"/>
            <w:shd w:val="clear" w:color="auto" w:fill="auto"/>
          </w:tcPr>
          <w:p w:rsidR="006109AB" w:rsidRPr="00284E30" w:rsidRDefault="006109AB" w:rsidP="009A5E89">
            <w:pPr>
              <w:jc w:val="center"/>
            </w:pPr>
          </w:p>
        </w:tc>
        <w:tc>
          <w:tcPr>
            <w:tcW w:w="376" w:type="pct"/>
            <w:shd w:val="clear" w:color="auto" w:fill="auto"/>
          </w:tcPr>
          <w:p w:rsidR="006109AB" w:rsidRPr="00284E30" w:rsidRDefault="006109AB" w:rsidP="009A5E89">
            <w:pPr>
              <w:jc w:val="center"/>
            </w:pPr>
          </w:p>
        </w:tc>
      </w:tr>
      <w:tr w:rsidR="00B91EEB" w:rsidRPr="00284E30" w:rsidTr="00284E30">
        <w:trPr>
          <w:trHeight w:val="232"/>
        </w:trPr>
        <w:tc>
          <w:tcPr>
            <w:tcW w:w="345" w:type="pct"/>
            <w:vMerge w:val="restart"/>
            <w:shd w:val="clear" w:color="auto" w:fill="auto"/>
            <w:vAlign w:val="center"/>
          </w:tcPr>
          <w:p w:rsidR="00BA6206" w:rsidRPr="00284E30" w:rsidRDefault="00BA6206" w:rsidP="00284E30">
            <w:pPr>
              <w:jc w:val="center"/>
            </w:pPr>
            <w:r w:rsidRPr="00284E30">
              <w:t>35.</w:t>
            </w:r>
          </w:p>
        </w:tc>
        <w:tc>
          <w:tcPr>
            <w:tcW w:w="253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a.</w:t>
            </w:r>
          </w:p>
        </w:tc>
        <w:tc>
          <w:tcPr>
            <w:tcW w:w="3454" w:type="pct"/>
            <w:shd w:val="clear" w:color="auto" w:fill="auto"/>
          </w:tcPr>
          <w:p w:rsidR="00BA6206" w:rsidRPr="00284E30" w:rsidRDefault="00C8131F" w:rsidP="0024672D">
            <w:pPr>
              <w:jc w:val="both"/>
            </w:pPr>
            <w:r w:rsidRPr="00284E30">
              <w:t xml:space="preserve">Explain the </w:t>
            </w:r>
            <w:r w:rsidR="00363919" w:rsidRPr="00284E30">
              <w:t>water management for rice crop</w:t>
            </w:r>
            <w:r w:rsidR="00F3782F" w:rsidRPr="00284E30">
              <w:t>.</w:t>
            </w:r>
            <w:r w:rsidR="00363919" w:rsidRPr="00284E30">
              <w:t xml:space="preserve"> </w:t>
            </w:r>
          </w:p>
        </w:tc>
        <w:tc>
          <w:tcPr>
            <w:tcW w:w="572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CO3</w:t>
            </w:r>
          </w:p>
        </w:tc>
        <w:tc>
          <w:tcPr>
            <w:tcW w:w="376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8</w:t>
            </w:r>
          </w:p>
        </w:tc>
      </w:tr>
      <w:tr w:rsidR="00B91EEB" w:rsidRPr="00284E30" w:rsidTr="00284E30">
        <w:trPr>
          <w:trHeight w:val="232"/>
        </w:trPr>
        <w:tc>
          <w:tcPr>
            <w:tcW w:w="345" w:type="pct"/>
            <w:vMerge/>
            <w:shd w:val="clear" w:color="auto" w:fill="auto"/>
          </w:tcPr>
          <w:p w:rsidR="00BA6206" w:rsidRPr="00284E30" w:rsidRDefault="00BA6206" w:rsidP="009A5E89">
            <w:pPr>
              <w:jc w:val="center"/>
            </w:pPr>
          </w:p>
        </w:tc>
        <w:tc>
          <w:tcPr>
            <w:tcW w:w="253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b.</w:t>
            </w:r>
          </w:p>
        </w:tc>
        <w:tc>
          <w:tcPr>
            <w:tcW w:w="3454" w:type="pct"/>
            <w:shd w:val="clear" w:color="auto" w:fill="auto"/>
          </w:tcPr>
          <w:p w:rsidR="00BA6206" w:rsidRPr="00284E30" w:rsidRDefault="001913FA" w:rsidP="0024672D">
            <w:pPr>
              <w:jc w:val="both"/>
            </w:pPr>
            <w:r w:rsidRPr="00284E30">
              <w:t xml:space="preserve">Write </w:t>
            </w:r>
            <w:r w:rsidR="00F3782F" w:rsidRPr="00284E30">
              <w:t>notes on</w:t>
            </w:r>
            <w:r w:rsidR="00363919" w:rsidRPr="00284E30">
              <w:t xml:space="preserve"> water quality </w:t>
            </w:r>
            <w:r w:rsidRPr="00284E30">
              <w:t>and its parameters</w:t>
            </w:r>
            <w:r w:rsidR="00F3782F" w:rsidRPr="00284E30">
              <w:t>.</w:t>
            </w:r>
            <w:r w:rsidRPr="00284E30">
              <w:t xml:space="preserve"> </w:t>
            </w:r>
          </w:p>
        </w:tc>
        <w:tc>
          <w:tcPr>
            <w:tcW w:w="572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CO3</w:t>
            </w:r>
          </w:p>
        </w:tc>
        <w:tc>
          <w:tcPr>
            <w:tcW w:w="376" w:type="pct"/>
            <w:shd w:val="clear" w:color="auto" w:fill="auto"/>
          </w:tcPr>
          <w:p w:rsidR="00BA6206" w:rsidRPr="00284E30" w:rsidRDefault="00BA6206" w:rsidP="009A5E89">
            <w:pPr>
              <w:jc w:val="center"/>
            </w:pPr>
            <w:r w:rsidRPr="00284E30">
              <w:t>7</w:t>
            </w:r>
          </w:p>
        </w:tc>
      </w:tr>
    </w:tbl>
    <w:p w:rsidR="002E336A" w:rsidRPr="00284E30" w:rsidRDefault="002E336A" w:rsidP="002E336A"/>
    <w:sectPr w:rsidR="002E336A" w:rsidRPr="00284E30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defaultTabStop w:val="720"/>
  <w:characterSpacingControl w:val="doNotCompress"/>
  <w:savePreviewPicture/>
  <w:compat/>
  <w:rsids>
    <w:rsidRoot w:val="0005624D"/>
    <w:rsid w:val="00042DF0"/>
    <w:rsid w:val="0005624D"/>
    <w:rsid w:val="00061643"/>
    <w:rsid w:val="00061821"/>
    <w:rsid w:val="00081EC9"/>
    <w:rsid w:val="000F3EFE"/>
    <w:rsid w:val="00165EC3"/>
    <w:rsid w:val="0019020D"/>
    <w:rsid w:val="001913FA"/>
    <w:rsid w:val="001D41FE"/>
    <w:rsid w:val="001D670F"/>
    <w:rsid w:val="001E2222"/>
    <w:rsid w:val="001F54D1"/>
    <w:rsid w:val="001F7E9B"/>
    <w:rsid w:val="0024672D"/>
    <w:rsid w:val="00247B04"/>
    <w:rsid w:val="00284E30"/>
    <w:rsid w:val="002A080A"/>
    <w:rsid w:val="002A4DED"/>
    <w:rsid w:val="002D09FF"/>
    <w:rsid w:val="002D7611"/>
    <w:rsid w:val="002D76BB"/>
    <w:rsid w:val="002E336A"/>
    <w:rsid w:val="002E552A"/>
    <w:rsid w:val="002F265D"/>
    <w:rsid w:val="00302CEF"/>
    <w:rsid w:val="00304757"/>
    <w:rsid w:val="00324247"/>
    <w:rsid w:val="00335FBF"/>
    <w:rsid w:val="00350199"/>
    <w:rsid w:val="003620F5"/>
    <w:rsid w:val="00363919"/>
    <w:rsid w:val="003855F1"/>
    <w:rsid w:val="003B14BC"/>
    <w:rsid w:val="003B1F06"/>
    <w:rsid w:val="003C6BB4"/>
    <w:rsid w:val="003D51F1"/>
    <w:rsid w:val="003E4E6D"/>
    <w:rsid w:val="004008B8"/>
    <w:rsid w:val="0043233D"/>
    <w:rsid w:val="00450170"/>
    <w:rsid w:val="00450316"/>
    <w:rsid w:val="00453EC0"/>
    <w:rsid w:val="0046314C"/>
    <w:rsid w:val="0046787F"/>
    <w:rsid w:val="004B2735"/>
    <w:rsid w:val="004B2D6F"/>
    <w:rsid w:val="00501F18"/>
    <w:rsid w:val="0050571C"/>
    <w:rsid w:val="005133D7"/>
    <w:rsid w:val="00562CD2"/>
    <w:rsid w:val="005867E3"/>
    <w:rsid w:val="005A3DA4"/>
    <w:rsid w:val="005C5029"/>
    <w:rsid w:val="005C7492"/>
    <w:rsid w:val="005E531E"/>
    <w:rsid w:val="005F011C"/>
    <w:rsid w:val="006109AB"/>
    <w:rsid w:val="00681B25"/>
    <w:rsid w:val="006C7354"/>
    <w:rsid w:val="006D20F1"/>
    <w:rsid w:val="00722E76"/>
    <w:rsid w:val="007255C8"/>
    <w:rsid w:val="00725A0A"/>
    <w:rsid w:val="007326F6"/>
    <w:rsid w:val="0074501B"/>
    <w:rsid w:val="0075536F"/>
    <w:rsid w:val="007F77F4"/>
    <w:rsid w:val="00802202"/>
    <w:rsid w:val="0085676C"/>
    <w:rsid w:val="008665C3"/>
    <w:rsid w:val="00874F8C"/>
    <w:rsid w:val="008A2F21"/>
    <w:rsid w:val="008A3B47"/>
    <w:rsid w:val="008A56BE"/>
    <w:rsid w:val="008B0703"/>
    <w:rsid w:val="00904D12"/>
    <w:rsid w:val="00914195"/>
    <w:rsid w:val="009150D3"/>
    <w:rsid w:val="0095679B"/>
    <w:rsid w:val="009A5E89"/>
    <w:rsid w:val="009B53DD"/>
    <w:rsid w:val="009B651B"/>
    <w:rsid w:val="009C5A1D"/>
    <w:rsid w:val="00A27CD6"/>
    <w:rsid w:val="00A96A1F"/>
    <w:rsid w:val="00AA5129"/>
    <w:rsid w:val="00AA5E39"/>
    <w:rsid w:val="00AA6B40"/>
    <w:rsid w:val="00AE264C"/>
    <w:rsid w:val="00B00082"/>
    <w:rsid w:val="00B34088"/>
    <w:rsid w:val="00B36CD6"/>
    <w:rsid w:val="00B42152"/>
    <w:rsid w:val="00B443DD"/>
    <w:rsid w:val="00B60E7E"/>
    <w:rsid w:val="00B91EEB"/>
    <w:rsid w:val="00BA539E"/>
    <w:rsid w:val="00BA6206"/>
    <w:rsid w:val="00BB5C6B"/>
    <w:rsid w:val="00BF016C"/>
    <w:rsid w:val="00C3743D"/>
    <w:rsid w:val="00C379CA"/>
    <w:rsid w:val="00C80264"/>
    <w:rsid w:val="00C8131F"/>
    <w:rsid w:val="00C95F18"/>
    <w:rsid w:val="00CB7A50"/>
    <w:rsid w:val="00CE1825"/>
    <w:rsid w:val="00CE2CED"/>
    <w:rsid w:val="00CE5503"/>
    <w:rsid w:val="00D138C9"/>
    <w:rsid w:val="00D1548D"/>
    <w:rsid w:val="00D46D3A"/>
    <w:rsid w:val="00D62341"/>
    <w:rsid w:val="00D64FF9"/>
    <w:rsid w:val="00D94D54"/>
    <w:rsid w:val="00DD5620"/>
    <w:rsid w:val="00E32162"/>
    <w:rsid w:val="00E32F5A"/>
    <w:rsid w:val="00E51765"/>
    <w:rsid w:val="00E66A7A"/>
    <w:rsid w:val="00E70A47"/>
    <w:rsid w:val="00E824B7"/>
    <w:rsid w:val="00F11EDB"/>
    <w:rsid w:val="00F162EA"/>
    <w:rsid w:val="00F266A7"/>
    <w:rsid w:val="00F3782F"/>
    <w:rsid w:val="00F55D6F"/>
    <w:rsid w:val="00F95CB2"/>
    <w:rsid w:val="00FC0D91"/>
    <w:rsid w:val="00FF2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Documents\Custom%20Office%20Templates\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2988A-2C2E-4E13-8D3B-5773EA721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446</Words>
  <Characters>2175</Characters>
  <Application>Microsoft Office Word</Application>
  <DocSecurity>0</DocSecurity>
  <Lines>241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staff</cp:lastModifiedBy>
  <cp:revision>2</cp:revision>
  <cp:lastPrinted>2019-04-16T09:15:00Z</cp:lastPrinted>
  <dcterms:created xsi:type="dcterms:W3CDTF">2019-12-10T08:34:00Z</dcterms:created>
  <dcterms:modified xsi:type="dcterms:W3CDTF">2019-12-10T08:34:00Z</dcterms:modified>
</cp:coreProperties>
</file>